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9E" w:rsidRDefault="005A1E9E" w:rsidP="006479FF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59.5pt;margin-top:-4.75pt;width:53.25pt;height:68.85pt;z-index:-251658240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7" DrawAspect="Content" ObjectID="_1731478900" r:id="rId8"/>
        </w:pict>
      </w:r>
    </w:p>
    <w:p w:rsidR="005A1E9E" w:rsidRDefault="005A1E9E" w:rsidP="006479FF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A1E9E" w:rsidRDefault="005A1E9E" w:rsidP="006479FF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A1E9E" w:rsidRDefault="005A1E9E" w:rsidP="006479FF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A1E9E" w:rsidRDefault="005A1E9E" w:rsidP="006479FF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E4A02" w:rsidRPr="00D21A79" w:rsidRDefault="00126E81" w:rsidP="006479FF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21A79">
        <w:rPr>
          <w:rFonts w:ascii="Times New Roman" w:hAnsi="Times New Roman"/>
          <w:b/>
          <w:sz w:val="28"/>
          <w:szCs w:val="28"/>
        </w:rPr>
        <w:t>АДМИНИСТРАЦИЯ</w:t>
      </w:r>
      <w:r w:rsidR="006479FF" w:rsidRPr="00D21A79">
        <w:rPr>
          <w:rFonts w:ascii="Times New Roman" w:hAnsi="Times New Roman"/>
          <w:b/>
          <w:sz w:val="28"/>
          <w:szCs w:val="28"/>
        </w:rPr>
        <w:t xml:space="preserve"> </w:t>
      </w:r>
      <w:r w:rsidR="008E4A02" w:rsidRPr="00D21A79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6479FF" w:rsidRPr="00D21A79">
        <w:rPr>
          <w:rFonts w:ascii="Times New Roman" w:hAnsi="Times New Roman"/>
          <w:b/>
          <w:sz w:val="28"/>
          <w:szCs w:val="28"/>
        </w:rPr>
        <w:t xml:space="preserve"> «</w:t>
      </w:r>
      <w:r w:rsidR="008E4A02" w:rsidRPr="00D21A79">
        <w:rPr>
          <w:rFonts w:ascii="Times New Roman" w:hAnsi="Times New Roman"/>
          <w:b/>
          <w:sz w:val="28"/>
          <w:szCs w:val="28"/>
        </w:rPr>
        <w:t>ШИЛКИНСКИЙ РАЙОН»</w:t>
      </w:r>
    </w:p>
    <w:p w:rsidR="008E4A02" w:rsidRPr="00D21A79" w:rsidRDefault="008E4A02" w:rsidP="006479FF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21A79">
        <w:rPr>
          <w:rFonts w:ascii="Times New Roman" w:hAnsi="Times New Roman"/>
          <w:b/>
          <w:sz w:val="28"/>
          <w:szCs w:val="28"/>
        </w:rPr>
        <w:t>ПОСТАНОВЛЕНИЕ</w:t>
      </w:r>
    </w:p>
    <w:p w:rsidR="008E4A02" w:rsidRPr="00D21A79" w:rsidRDefault="008E4A02" w:rsidP="006479FF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4A02" w:rsidRPr="00D21A79" w:rsidRDefault="006479FF" w:rsidP="00A8136D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 xml:space="preserve">12 </w:t>
      </w:r>
      <w:r w:rsidR="00AE49D3" w:rsidRPr="00D21A79">
        <w:rPr>
          <w:rFonts w:ascii="Times New Roman" w:hAnsi="Times New Roman"/>
          <w:sz w:val="28"/>
          <w:szCs w:val="28"/>
        </w:rPr>
        <w:t>апреля</w:t>
      </w:r>
      <w:r w:rsidRPr="00D21A79">
        <w:rPr>
          <w:rFonts w:ascii="Times New Roman" w:hAnsi="Times New Roman"/>
          <w:sz w:val="28"/>
          <w:szCs w:val="28"/>
        </w:rPr>
        <w:t xml:space="preserve"> </w:t>
      </w:r>
      <w:r w:rsidR="00916514" w:rsidRPr="00D21A79">
        <w:rPr>
          <w:rFonts w:ascii="Times New Roman" w:hAnsi="Times New Roman"/>
          <w:sz w:val="28"/>
          <w:szCs w:val="28"/>
        </w:rPr>
        <w:t>20</w:t>
      </w:r>
      <w:r w:rsidR="00AE49D3" w:rsidRPr="00D21A79">
        <w:rPr>
          <w:rFonts w:ascii="Times New Roman" w:hAnsi="Times New Roman"/>
          <w:sz w:val="28"/>
          <w:szCs w:val="28"/>
        </w:rPr>
        <w:t>22</w:t>
      </w:r>
      <w:r w:rsidRPr="00D21A79">
        <w:rPr>
          <w:rFonts w:ascii="Times New Roman" w:hAnsi="Times New Roman"/>
          <w:sz w:val="28"/>
          <w:szCs w:val="28"/>
        </w:rPr>
        <w:t xml:space="preserve"> года </w:t>
      </w:r>
      <w:r w:rsidRPr="00D21A79">
        <w:rPr>
          <w:rFonts w:ascii="Times New Roman" w:hAnsi="Times New Roman"/>
          <w:sz w:val="28"/>
          <w:szCs w:val="28"/>
        </w:rPr>
        <w:tab/>
      </w:r>
      <w:r w:rsidRPr="00D21A79">
        <w:rPr>
          <w:rFonts w:ascii="Times New Roman" w:hAnsi="Times New Roman"/>
          <w:sz w:val="28"/>
          <w:szCs w:val="28"/>
        </w:rPr>
        <w:tab/>
      </w:r>
      <w:r w:rsidRPr="00D21A79">
        <w:rPr>
          <w:rFonts w:ascii="Times New Roman" w:hAnsi="Times New Roman"/>
          <w:sz w:val="28"/>
          <w:szCs w:val="28"/>
        </w:rPr>
        <w:tab/>
      </w:r>
      <w:r w:rsidRPr="00D21A79">
        <w:rPr>
          <w:rFonts w:ascii="Times New Roman" w:hAnsi="Times New Roman"/>
          <w:sz w:val="28"/>
          <w:szCs w:val="28"/>
        </w:rPr>
        <w:tab/>
      </w:r>
      <w:r w:rsidRPr="00D21A79">
        <w:rPr>
          <w:rFonts w:ascii="Times New Roman" w:hAnsi="Times New Roman"/>
          <w:sz w:val="28"/>
          <w:szCs w:val="28"/>
        </w:rPr>
        <w:tab/>
      </w:r>
      <w:r w:rsidRPr="00D21A79">
        <w:rPr>
          <w:rFonts w:ascii="Times New Roman" w:hAnsi="Times New Roman"/>
          <w:sz w:val="28"/>
          <w:szCs w:val="28"/>
        </w:rPr>
        <w:tab/>
      </w:r>
      <w:r w:rsidRPr="00D21A79">
        <w:rPr>
          <w:rFonts w:ascii="Times New Roman" w:hAnsi="Times New Roman"/>
          <w:sz w:val="28"/>
          <w:szCs w:val="28"/>
        </w:rPr>
        <w:tab/>
      </w:r>
      <w:r w:rsidRPr="00D21A79">
        <w:rPr>
          <w:rFonts w:ascii="Times New Roman" w:hAnsi="Times New Roman"/>
          <w:sz w:val="28"/>
          <w:szCs w:val="28"/>
        </w:rPr>
        <w:tab/>
      </w:r>
      <w:r w:rsidRPr="00D21A79">
        <w:rPr>
          <w:rFonts w:ascii="Times New Roman" w:hAnsi="Times New Roman"/>
          <w:sz w:val="28"/>
          <w:szCs w:val="28"/>
        </w:rPr>
        <w:tab/>
      </w:r>
      <w:r w:rsidRPr="00D21A79">
        <w:rPr>
          <w:rFonts w:ascii="Times New Roman" w:hAnsi="Times New Roman"/>
          <w:sz w:val="28"/>
          <w:szCs w:val="28"/>
        </w:rPr>
        <w:tab/>
        <w:t>№ 120</w:t>
      </w:r>
    </w:p>
    <w:p w:rsidR="006479FF" w:rsidRPr="00D21A79" w:rsidRDefault="006479FF" w:rsidP="006479FF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E4A02" w:rsidRPr="00D21A79" w:rsidRDefault="00126E81" w:rsidP="006479FF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г. Шилка</w:t>
      </w:r>
    </w:p>
    <w:p w:rsidR="009961B2" w:rsidRPr="00D21A79" w:rsidRDefault="009961B2" w:rsidP="006479FF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D21A79">
        <w:rPr>
          <w:rFonts w:ascii="Times New Roman" w:hAnsi="Times New Roman" w:cs="Times New Roman"/>
          <w:sz w:val="28"/>
          <w:szCs w:val="28"/>
        </w:rPr>
        <w:t>«</w:t>
      </w:r>
      <w:r w:rsidR="008E4A02" w:rsidRPr="00D21A79">
        <w:rPr>
          <w:rFonts w:ascii="Times New Roman" w:hAnsi="Times New Roman" w:cs="Times New Roman"/>
          <w:sz w:val="28"/>
          <w:szCs w:val="28"/>
        </w:rPr>
        <w:t>О</w:t>
      </w:r>
      <w:r w:rsidR="00C118DC" w:rsidRPr="00D21A79">
        <w:rPr>
          <w:rFonts w:ascii="Times New Roman" w:hAnsi="Times New Roman" w:cs="Times New Roman"/>
          <w:sz w:val="28"/>
          <w:szCs w:val="28"/>
        </w:rPr>
        <w:t>б утверждении к</w:t>
      </w:r>
      <w:r w:rsidR="00C34902" w:rsidRPr="00D21A79">
        <w:rPr>
          <w:rFonts w:ascii="Times New Roman" w:hAnsi="Times New Roman" w:cs="Times New Roman"/>
          <w:sz w:val="28"/>
          <w:szCs w:val="28"/>
        </w:rPr>
        <w:t>омплексного плана</w:t>
      </w:r>
      <w:r w:rsidRPr="00D21A79">
        <w:rPr>
          <w:rFonts w:ascii="Times New Roman" w:hAnsi="Times New Roman" w:cs="Times New Roman"/>
          <w:sz w:val="28"/>
          <w:szCs w:val="28"/>
        </w:rPr>
        <w:t xml:space="preserve"> </w:t>
      </w:r>
      <w:r w:rsidR="00916514" w:rsidRPr="00D21A79">
        <w:rPr>
          <w:rFonts w:ascii="Times New Roman" w:hAnsi="Times New Roman" w:cs="Times New Roman"/>
          <w:sz w:val="28"/>
          <w:szCs w:val="28"/>
        </w:rPr>
        <w:t xml:space="preserve">санитарно </w:t>
      </w:r>
      <w:r w:rsidRPr="00D21A79">
        <w:rPr>
          <w:rFonts w:ascii="Times New Roman" w:hAnsi="Times New Roman" w:cs="Times New Roman"/>
          <w:sz w:val="28"/>
          <w:szCs w:val="28"/>
        </w:rPr>
        <w:t>-</w:t>
      </w:r>
      <w:r w:rsidR="00916514" w:rsidRPr="00D21A79">
        <w:rPr>
          <w:rFonts w:ascii="Times New Roman" w:hAnsi="Times New Roman" w:cs="Times New Roman"/>
          <w:sz w:val="28"/>
          <w:szCs w:val="28"/>
        </w:rPr>
        <w:t xml:space="preserve"> гигиенических и противоэпидемических мероприятий от завоза и распространения инфекционных заболеваний</w:t>
      </w:r>
      <w:r w:rsidRPr="00D21A79">
        <w:rPr>
          <w:rFonts w:ascii="Times New Roman" w:hAnsi="Times New Roman" w:cs="Times New Roman"/>
          <w:sz w:val="28"/>
          <w:szCs w:val="28"/>
        </w:rPr>
        <w:t xml:space="preserve">, </w:t>
      </w:r>
      <w:r w:rsidR="00916514" w:rsidRPr="00D21A79">
        <w:rPr>
          <w:rFonts w:ascii="Times New Roman" w:hAnsi="Times New Roman" w:cs="Times New Roman"/>
          <w:sz w:val="28"/>
          <w:szCs w:val="28"/>
        </w:rPr>
        <w:t>представляющих опасность для населения</w:t>
      </w:r>
      <w:r w:rsidRPr="00D21A79">
        <w:rPr>
          <w:rFonts w:ascii="Times New Roman" w:hAnsi="Times New Roman" w:cs="Times New Roman"/>
          <w:sz w:val="28"/>
          <w:szCs w:val="28"/>
        </w:rPr>
        <w:t xml:space="preserve">, </w:t>
      </w:r>
      <w:r w:rsidR="00916514" w:rsidRPr="00D21A79">
        <w:rPr>
          <w:rFonts w:ascii="Times New Roman" w:hAnsi="Times New Roman" w:cs="Times New Roman"/>
          <w:sz w:val="28"/>
          <w:szCs w:val="28"/>
        </w:rPr>
        <w:t>на территории муниципального района «</w:t>
      </w:r>
      <w:proofErr w:type="spellStart"/>
      <w:r w:rsidR="00916514" w:rsidRPr="00D21A7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916514" w:rsidRPr="00D21A79">
        <w:rPr>
          <w:rFonts w:ascii="Times New Roman" w:hAnsi="Times New Roman" w:cs="Times New Roman"/>
          <w:sz w:val="28"/>
          <w:szCs w:val="28"/>
        </w:rPr>
        <w:t xml:space="preserve"> район» на 20</w:t>
      </w:r>
      <w:r w:rsidR="00AE49D3" w:rsidRPr="00D21A79">
        <w:rPr>
          <w:rFonts w:ascii="Times New Roman" w:hAnsi="Times New Roman" w:cs="Times New Roman"/>
          <w:sz w:val="28"/>
          <w:szCs w:val="28"/>
        </w:rPr>
        <w:t>22</w:t>
      </w:r>
      <w:r w:rsidR="00916514" w:rsidRPr="00D21A79">
        <w:rPr>
          <w:rFonts w:ascii="Times New Roman" w:hAnsi="Times New Roman" w:cs="Times New Roman"/>
          <w:sz w:val="28"/>
          <w:szCs w:val="28"/>
        </w:rPr>
        <w:t xml:space="preserve"> </w:t>
      </w:r>
      <w:r w:rsidRPr="00D21A79">
        <w:rPr>
          <w:rFonts w:ascii="Times New Roman" w:hAnsi="Times New Roman" w:cs="Times New Roman"/>
          <w:sz w:val="28"/>
          <w:szCs w:val="28"/>
        </w:rPr>
        <w:t>-</w:t>
      </w:r>
      <w:r w:rsidR="00916514" w:rsidRPr="00D21A79">
        <w:rPr>
          <w:rFonts w:ascii="Times New Roman" w:hAnsi="Times New Roman" w:cs="Times New Roman"/>
          <w:sz w:val="28"/>
          <w:szCs w:val="28"/>
        </w:rPr>
        <w:t xml:space="preserve"> 202</w:t>
      </w:r>
      <w:r w:rsidR="00AE49D3" w:rsidRPr="00D21A79">
        <w:rPr>
          <w:rFonts w:ascii="Times New Roman" w:hAnsi="Times New Roman" w:cs="Times New Roman"/>
          <w:sz w:val="28"/>
          <w:szCs w:val="28"/>
        </w:rPr>
        <w:t>6</w:t>
      </w:r>
      <w:r w:rsidR="00916514" w:rsidRPr="00D21A79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916514" w:rsidRPr="00D21A79" w:rsidRDefault="00916514" w:rsidP="006479FF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6E81" w:rsidRPr="00D21A79" w:rsidRDefault="009961B2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Руководствуясь Федеральным Законом</w:t>
      </w:r>
      <w:r w:rsidR="006479FF" w:rsidRPr="00D21A79">
        <w:rPr>
          <w:rFonts w:ascii="Times New Roman" w:hAnsi="Times New Roman"/>
          <w:sz w:val="28"/>
          <w:szCs w:val="28"/>
        </w:rPr>
        <w:t xml:space="preserve"> № </w:t>
      </w:r>
      <w:r w:rsidRPr="00D21A79">
        <w:rPr>
          <w:rFonts w:ascii="Times New Roman" w:hAnsi="Times New Roman"/>
          <w:sz w:val="28"/>
          <w:szCs w:val="28"/>
        </w:rPr>
        <w:t>131</w:t>
      </w:r>
      <w:r w:rsidR="006479FF" w:rsidRPr="00D21A79">
        <w:rPr>
          <w:rFonts w:ascii="Times New Roman" w:hAnsi="Times New Roman"/>
          <w:sz w:val="28"/>
          <w:szCs w:val="28"/>
        </w:rPr>
        <w:t>-ФЗ</w:t>
      </w:r>
      <w:r w:rsidRPr="00D21A79">
        <w:rPr>
          <w:rFonts w:ascii="Times New Roman" w:hAnsi="Times New Roman"/>
          <w:sz w:val="28"/>
          <w:szCs w:val="28"/>
        </w:rPr>
        <w:t xml:space="preserve"> от 06.10.2003 г. «Об общих принципах организ</w:t>
      </w:r>
      <w:r w:rsidR="000071BD" w:rsidRPr="00D21A79">
        <w:rPr>
          <w:rFonts w:ascii="Times New Roman" w:hAnsi="Times New Roman"/>
          <w:sz w:val="28"/>
          <w:szCs w:val="28"/>
        </w:rPr>
        <w:t>ации местного самоуправления в Р</w:t>
      </w:r>
      <w:r w:rsidRPr="00D21A79">
        <w:rPr>
          <w:rFonts w:ascii="Times New Roman" w:hAnsi="Times New Roman"/>
          <w:sz w:val="28"/>
          <w:szCs w:val="28"/>
        </w:rPr>
        <w:t>оссийской Федерации»</w:t>
      </w:r>
      <w:r w:rsidR="006479FF" w:rsidRPr="00D21A79">
        <w:rPr>
          <w:rFonts w:ascii="Times New Roman" w:hAnsi="Times New Roman"/>
          <w:sz w:val="28"/>
          <w:szCs w:val="28"/>
        </w:rPr>
        <w:t xml:space="preserve">, </w:t>
      </w:r>
      <w:r w:rsidR="000071BD" w:rsidRPr="00D21A79">
        <w:rPr>
          <w:rFonts w:ascii="Times New Roman" w:hAnsi="Times New Roman"/>
          <w:sz w:val="28"/>
          <w:szCs w:val="28"/>
        </w:rPr>
        <w:t xml:space="preserve">в </w:t>
      </w:r>
      <w:r w:rsidR="00916514" w:rsidRPr="00D21A79">
        <w:rPr>
          <w:rFonts w:ascii="Times New Roman" w:hAnsi="Times New Roman"/>
          <w:sz w:val="28"/>
          <w:szCs w:val="28"/>
        </w:rPr>
        <w:t>целях предупреждения</w:t>
      </w:r>
      <w:r w:rsidR="006479FF" w:rsidRPr="00D21A79">
        <w:rPr>
          <w:rFonts w:ascii="Times New Roman" w:hAnsi="Times New Roman"/>
          <w:sz w:val="28"/>
          <w:szCs w:val="28"/>
        </w:rPr>
        <w:t xml:space="preserve"> </w:t>
      </w:r>
      <w:r w:rsidR="00916514" w:rsidRPr="00D21A79">
        <w:rPr>
          <w:rFonts w:ascii="Times New Roman" w:hAnsi="Times New Roman"/>
          <w:sz w:val="28"/>
          <w:szCs w:val="28"/>
        </w:rPr>
        <w:t xml:space="preserve">завоза и распространения опасных заболеваний на территории </w:t>
      </w:r>
      <w:r w:rsidR="00126E81" w:rsidRPr="00D21A79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126E81" w:rsidRPr="00D21A7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126E81" w:rsidRPr="00D21A79">
        <w:rPr>
          <w:rFonts w:ascii="Times New Roman" w:hAnsi="Times New Roman"/>
          <w:sz w:val="28"/>
          <w:szCs w:val="28"/>
        </w:rPr>
        <w:t xml:space="preserve"> район»</w:t>
      </w:r>
      <w:r w:rsidR="006479FF" w:rsidRPr="00D21A79">
        <w:rPr>
          <w:rFonts w:ascii="Times New Roman" w:hAnsi="Times New Roman"/>
          <w:sz w:val="28"/>
          <w:szCs w:val="28"/>
        </w:rPr>
        <w:t xml:space="preserve"> </w:t>
      </w:r>
      <w:r w:rsidR="00126E81" w:rsidRPr="00D21A79">
        <w:rPr>
          <w:rFonts w:ascii="Times New Roman" w:hAnsi="Times New Roman"/>
          <w:sz w:val="28"/>
          <w:szCs w:val="28"/>
        </w:rPr>
        <w:t>постановляет:</w:t>
      </w:r>
    </w:p>
    <w:p w:rsidR="00916514" w:rsidRPr="00D21A79" w:rsidRDefault="00916514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8E4A02" w:rsidRPr="00D21A79" w:rsidRDefault="00C261A0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1.</w:t>
      </w:r>
      <w:r w:rsidR="006479FF" w:rsidRPr="00D21A79">
        <w:rPr>
          <w:rFonts w:ascii="Times New Roman" w:hAnsi="Times New Roman"/>
          <w:sz w:val="28"/>
          <w:szCs w:val="28"/>
        </w:rPr>
        <w:t xml:space="preserve"> </w:t>
      </w:r>
      <w:r w:rsidR="009961B2" w:rsidRPr="00D21A79">
        <w:rPr>
          <w:rFonts w:ascii="Times New Roman" w:hAnsi="Times New Roman"/>
          <w:sz w:val="28"/>
          <w:szCs w:val="28"/>
        </w:rPr>
        <w:t xml:space="preserve">Утвердить </w:t>
      </w:r>
      <w:r w:rsidRPr="00D21A79">
        <w:rPr>
          <w:rFonts w:ascii="Times New Roman" w:hAnsi="Times New Roman"/>
          <w:sz w:val="28"/>
          <w:szCs w:val="28"/>
        </w:rPr>
        <w:t>комплексный</w:t>
      </w:r>
      <w:r w:rsidR="006479FF" w:rsidRPr="00D21A79">
        <w:rPr>
          <w:rFonts w:ascii="Times New Roman" w:hAnsi="Times New Roman"/>
          <w:sz w:val="28"/>
          <w:szCs w:val="28"/>
        </w:rPr>
        <w:t xml:space="preserve"> </w:t>
      </w:r>
      <w:r w:rsidRPr="00D21A79">
        <w:rPr>
          <w:rFonts w:ascii="Times New Roman" w:hAnsi="Times New Roman"/>
          <w:sz w:val="28"/>
          <w:szCs w:val="28"/>
        </w:rPr>
        <w:t xml:space="preserve">план </w:t>
      </w:r>
      <w:r w:rsidR="00916514" w:rsidRPr="00D21A79">
        <w:rPr>
          <w:rFonts w:ascii="Times New Roman" w:hAnsi="Times New Roman"/>
          <w:sz w:val="28"/>
          <w:szCs w:val="28"/>
        </w:rPr>
        <w:t xml:space="preserve">санитарно </w:t>
      </w:r>
      <w:r w:rsidR="006479FF" w:rsidRPr="00D21A79">
        <w:rPr>
          <w:rFonts w:ascii="Times New Roman" w:hAnsi="Times New Roman"/>
          <w:sz w:val="28"/>
          <w:szCs w:val="28"/>
        </w:rPr>
        <w:t>-</w:t>
      </w:r>
      <w:r w:rsidR="00916514" w:rsidRPr="00D21A79">
        <w:rPr>
          <w:rFonts w:ascii="Times New Roman" w:hAnsi="Times New Roman"/>
          <w:sz w:val="28"/>
          <w:szCs w:val="28"/>
        </w:rPr>
        <w:t xml:space="preserve"> гигиенических и противоэпидемических мероприятий от завоза и распространения инфекционных заболеваний</w:t>
      </w:r>
      <w:r w:rsidR="006479FF" w:rsidRPr="00D21A79">
        <w:rPr>
          <w:rFonts w:ascii="Times New Roman" w:hAnsi="Times New Roman"/>
          <w:sz w:val="28"/>
          <w:szCs w:val="28"/>
        </w:rPr>
        <w:t xml:space="preserve">, </w:t>
      </w:r>
      <w:r w:rsidR="00916514" w:rsidRPr="00D21A79">
        <w:rPr>
          <w:rFonts w:ascii="Times New Roman" w:hAnsi="Times New Roman"/>
          <w:sz w:val="28"/>
          <w:szCs w:val="28"/>
        </w:rPr>
        <w:t>представляющих опасность для населения</w:t>
      </w:r>
      <w:r w:rsidR="006479FF" w:rsidRPr="00D21A79">
        <w:rPr>
          <w:rFonts w:ascii="Times New Roman" w:hAnsi="Times New Roman"/>
          <w:sz w:val="28"/>
          <w:szCs w:val="28"/>
        </w:rPr>
        <w:t xml:space="preserve">, </w:t>
      </w:r>
      <w:r w:rsidR="00916514" w:rsidRPr="00D21A79">
        <w:rPr>
          <w:rFonts w:ascii="Times New Roman" w:hAnsi="Times New Roman"/>
          <w:sz w:val="28"/>
          <w:szCs w:val="28"/>
        </w:rPr>
        <w:t>на территории муниципального района «</w:t>
      </w:r>
      <w:proofErr w:type="spellStart"/>
      <w:r w:rsidR="00916514" w:rsidRPr="00D21A7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916514" w:rsidRPr="00D21A79">
        <w:rPr>
          <w:rFonts w:ascii="Times New Roman" w:hAnsi="Times New Roman"/>
          <w:sz w:val="28"/>
          <w:szCs w:val="28"/>
        </w:rPr>
        <w:t xml:space="preserve"> район» на 20</w:t>
      </w:r>
      <w:r w:rsidR="00AE49D3" w:rsidRPr="00D21A79">
        <w:rPr>
          <w:rFonts w:ascii="Times New Roman" w:hAnsi="Times New Roman"/>
          <w:sz w:val="28"/>
          <w:szCs w:val="28"/>
        </w:rPr>
        <w:t>22</w:t>
      </w:r>
      <w:r w:rsidR="00916514" w:rsidRPr="00D21A79">
        <w:rPr>
          <w:rFonts w:ascii="Times New Roman" w:hAnsi="Times New Roman"/>
          <w:sz w:val="28"/>
          <w:szCs w:val="28"/>
        </w:rPr>
        <w:t xml:space="preserve"> </w:t>
      </w:r>
      <w:r w:rsidR="006479FF" w:rsidRPr="00D21A79">
        <w:rPr>
          <w:rFonts w:ascii="Times New Roman" w:hAnsi="Times New Roman"/>
          <w:sz w:val="28"/>
          <w:szCs w:val="28"/>
        </w:rPr>
        <w:t>-</w:t>
      </w:r>
      <w:r w:rsidR="00916514" w:rsidRPr="00D21A79">
        <w:rPr>
          <w:rFonts w:ascii="Times New Roman" w:hAnsi="Times New Roman"/>
          <w:sz w:val="28"/>
          <w:szCs w:val="28"/>
        </w:rPr>
        <w:t xml:space="preserve"> 202</w:t>
      </w:r>
      <w:r w:rsidR="00AE49D3" w:rsidRPr="00D21A79">
        <w:rPr>
          <w:rFonts w:ascii="Times New Roman" w:hAnsi="Times New Roman"/>
          <w:sz w:val="28"/>
          <w:szCs w:val="28"/>
        </w:rPr>
        <w:t>6</w:t>
      </w:r>
      <w:r w:rsidR="00916514" w:rsidRPr="00D21A79">
        <w:rPr>
          <w:rFonts w:ascii="Times New Roman" w:hAnsi="Times New Roman"/>
          <w:sz w:val="28"/>
          <w:szCs w:val="28"/>
        </w:rPr>
        <w:t xml:space="preserve"> гг. </w:t>
      </w:r>
      <w:r w:rsidR="00C34902" w:rsidRPr="00D21A79">
        <w:rPr>
          <w:rFonts w:ascii="Times New Roman" w:hAnsi="Times New Roman"/>
          <w:sz w:val="28"/>
          <w:szCs w:val="28"/>
        </w:rPr>
        <w:t xml:space="preserve">по </w:t>
      </w:r>
      <w:r w:rsidR="00C118DC" w:rsidRPr="00D21A79">
        <w:rPr>
          <w:rFonts w:ascii="Times New Roman" w:hAnsi="Times New Roman"/>
          <w:sz w:val="28"/>
          <w:szCs w:val="28"/>
        </w:rPr>
        <w:t xml:space="preserve">подготовке к эпидемии гриппа на территории </w:t>
      </w:r>
      <w:proofErr w:type="spellStart"/>
      <w:r w:rsidR="00C118DC" w:rsidRPr="00D21A79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="00C118DC" w:rsidRPr="00D21A79">
        <w:rPr>
          <w:rFonts w:ascii="Times New Roman" w:hAnsi="Times New Roman"/>
          <w:sz w:val="28"/>
          <w:szCs w:val="28"/>
        </w:rPr>
        <w:t xml:space="preserve"> района</w:t>
      </w:r>
      <w:r w:rsidRPr="00D21A79">
        <w:rPr>
          <w:rFonts w:ascii="Times New Roman" w:hAnsi="Times New Roman"/>
          <w:sz w:val="28"/>
          <w:szCs w:val="28"/>
        </w:rPr>
        <w:t>;</w:t>
      </w:r>
    </w:p>
    <w:p w:rsidR="009961B2" w:rsidRPr="00D21A79" w:rsidRDefault="00C261A0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 xml:space="preserve">2. </w:t>
      </w:r>
      <w:r w:rsidR="009961B2" w:rsidRPr="00D21A79">
        <w:rPr>
          <w:rFonts w:ascii="Times New Roman" w:hAnsi="Times New Roman"/>
          <w:sz w:val="28"/>
          <w:szCs w:val="28"/>
        </w:rPr>
        <w:t xml:space="preserve">Контроль за выполнением данного плана возложить </w:t>
      </w:r>
      <w:r w:rsidR="00312BBA" w:rsidRPr="00D21A79">
        <w:rPr>
          <w:rFonts w:ascii="Times New Roman" w:hAnsi="Times New Roman"/>
          <w:sz w:val="28"/>
          <w:szCs w:val="28"/>
        </w:rPr>
        <w:t xml:space="preserve">на </w:t>
      </w:r>
      <w:r w:rsidR="00AE49D3" w:rsidRPr="00D21A79">
        <w:rPr>
          <w:rFonts w:ascii="Times New Roman" w:hAnsi="Times New Roman"/>
          <w:sz w:val="28"/>
          <w:szCs w:val="28"/>
        </w:rPr>
        <w:t xml:space="preserve">и.о. начальника территориального отдела Управления </w:t>
      </w:r>
      <w:proofErr w:type="spellStart"/>
      <w:r w:rsidR="00AE49D3" w:rsidRPr="00D21A79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="00AE49D3" w:rsidRPr="00D21A79">
        <w:rPr>
          <w:rFonts w:ascii="Times New Roman" w:hAnsi="Times New Roman"/>
          <w:sz w:val="28"/>
          <w:szCs w:val="28"/>
        </w:rPr>
        <w:t xml:space="preserve"> по Забайкальскому краю в городе Шилка Е.Н. </w:t>
      </w:r>
      <w:proofErr w:type="spellStart"/>
      <w:r w:rsidR="00AE49D3" w:rsidRPr="00D21A79">
        <w:rPr>
          <w:rFonts w:ascii="Times New Roman" w:hAnsi="Times New Roman"/>
          <w:sz w:val="28"/>
          <w:szCs w:val="28"/>
        </w:rPr>
        <w:t>Новгородова</w:t>
      </w:r>
      <w:proofErr w:type="spellEnd"/>
      <w:r w:rsidR="006479FF" w:rsidRPr="00D21A79">
        <w:rPr>
          <w:rFonts w:ascii="Times New Roman" w:hAnsi="Times New Roman"/>
          <w:sz w:val="28"/>
          <w:szCs w:val="28"/>
        </w:rPr>
        <w:t xml:space="preserve">, </w:t>
      </w:r>
      <w:r w:rsidR="00AE49D3" w:rsidRPr="00D21A79">
        <w:rPr>
          <w:rFonts w:ascii="Times New Roman" w:hAnsi="Times New Roman"/>
          <w:sz w:val="28"/>
          <w:szCs w:val="28"/>
        </w:rPr>
        <w:t xml:space="preserve">и.о. </w:t>
      </w:r>
      <w:r w:rsidR="009961B2" w:rsidRPr="00D21A79">
        <w:rPr>
          <w:rFonts w:ascii="Times New Roman" w:hAnsi="Times New Roman"/>
          <w:sz w:val="28"/>
          <w:szCs w:val="28"/>
        </w:rPr>
        <w:t xml:space="preserve">главного врача </w:t>
      </w:r>
      <w:r w:rsidRPr="00D21A79">
        <w:rPr>
          <w:rFonts w:ascii="Times New Roman" w:hAnsi="Times New Roman"/>
          <w:sz w:val="28"/>
          <w:szCs w:val="28"/>
        </w:rPr>
        <w:t>Г</w:t>
      </w:r>
      <w:r w:rsidR="00AE49D3" w:rsidRPr="00D21A79">
        <w:rPr>
          <w:rFonts w:ascii="Times New Roman" w:hAnsi="Times New Roman"/>
          <w:sz w:val="28"/>
          <w:szCs w:val="28"/>
        </w:rPr>
        <w:t>А</w:t>
      </w:r>
      <w:r w:rsidRPr="00D21A79">
        <w:rPr>
          <w:rFonts w:ascii="Times New Roman" w:hAnsi="Times New Roman"/>
          <w:sz w:val="28"/>
          <w:szCs w:val="28"/>
        </w:rPr>
        <w:t>УЗ «</w:t>
      </w:r>
      <w:proofErr w:type="spellStart"/>
      <w:r w:rsidRPr="00D21A79">
        <w:rPr>
          <w:rFonts w:ascii="Times New Roman" w:hAnsi="Times New Roman"/>
          <w:sz w:val="28"/>
          <w:szCs w:val="28"/>
        </w:rPr>
        <w:t>Шилкинская</w:t>
      </w:r>
      <w:proofErr w:type="spellEnd"/>
      <w:r w:rsidRPr="00D21A79">
        <w:rPr>
          <w:rFonts w:ascii="Times New Roman" w:hAnsi="Times New Roman"/>
          <w:sz w:val="28"/>
          <w:szCs w:val="28"/>
        </w:rPr>
        <w:t xml:space="preserve"> ЦРБ» </w:t>
      </w:r>
      <w:r w:rsidR="00AE49D3" w:rsidRPr="00D21A79">
        <w:rPr>
          <w:rFonts w:ascii="Times New Roman" w:hAnsi="Times New Roman"/>
          <w:sz w:val="28"/>
          <w:szCs w:val="28"/>
        </w:rPr>
        <w:t xml:space="preserve">В.Г. </w:t>
      </w:r>
      <w:proofErr w:type="spellStart"/>
      <w:r w:rsidR="00AE49D3" w:rsidRPr="00D21A79">
        <w:rPr>
          <w:rFonts w:ascii="Times New Roman" w:hAnsi="Times New Roman"/>
          <w:sz w:val="28"/>
          <w:szCs w:val="28"/>
        </w:rPr>
        <w:t>Сверкунову</w:t>
      </w:r>
      <w:proofErr w:type="spellEnd"/>
      <w:r w:rsidR="006479FF" w:rsidRPr="00D21A79">
        <w:rPr>
          <w:rFonts w:ascii="Times New Roman" w:hAnsi="Times New Roman"/>
          <w:sz w:val="28"/>
          <w:szCs w:val="28"/>
        </w:rPr>
        <w:t xml:space="preserve">, </w:t>
      </w:r>
      <w:r w:rsidR="00126E81" w:rsidRPr="00D21A79">
        <w:rPr>
          <w:rFonts w:ascii="Times New Roman" w:hAnsi="Times New Roman"/>
          <w:sz w:val="28"/>
          <w:szCs w:val="28"/>
        </w:rPr>
        <w:t>г</w:t>
      </w:r>
      <w:r w:rsidRPr="00D21A79">
        <w:rPr>
          <w:rFonts w:ascii="Times New Roman" w:hAnsi="Times New Roman"/>
          <w:sz w:val="28"/>
          <w:szCs w:val="28"/>
        </w:rPr>
        <w:t>лавного врача ГУЗ «Краевая больница</w:t>
      </w:r>
      <w:r w:rsidR="006479FF" w:rsidRPr="00D21A79">
        <w:rPr>
          <w:rFonts w:ascii="Times New Roman" w:hAnsi="Times New Roman"/>
          <w:sz w:val="28"/>
          <w:szCs w:val="28"/>
        </w:rPr>
        <w:t xml:space="preserve"> № </w:t>
      </w:r>
      <w:r w:rsidRPr="00D21A79">
        <w:rPr>
          <w:rFonts w:ascii="Times New Roman" w:hAnsi="Times New Roman"/>
          <w:sz w:val="28"/>
          <w:szCs w:val="28"/>
        </w:rPr>
        <w:t xml:space="preserve">3» </w:t>
      </w:r>
      <w:r w:rsidR="00126E81" w:rsidRPr="00D21A79">
        <w:rPr>
          <w:rFonts w:ascii="Times New Roman" w:hAnsi="Times New Roman"/>
          <w:sz w:val="28"/>
          <w:szCs w:val="28"/>
        </w:rPr>
        <w:t xml:space="preserve">Н.И. </w:t>
      </w:r>
      <w:r w:rsidRPr="00D21A79">
        <w:rPr>
          <w:rFonts w:ascii="Times New Roman" w:hAnsi="Times New Roman"/>
          <w:sz w:val="28"/>
          <w:szCs w:val="28"/>
        </w:rPr>
        <w:t>Горяева</w:t>
      </w:r>
      <w:r w:rsidR="00126E81" w:rsidRPr="00D21A79">
        <w:rPr>
          <w:rFonts w:ascii="Times New Roman" w:hAnsi="Times New Roman"/>
          <w:sz w:val="28"/>
          <w:szCs w:val="28"/>
        </w:rPr>
        <w:t>.</w:t>
      </w:r>
    </w:p>
    <w:p w:rsidR="009961B2" w:rsidRPr="00D21A79" w:rsidRDefault="009961B2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C261A0" w:rsidRPr="00D21A79" w:rsidRDefault="00C261A0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916514" w:rsidRPr="00D21A79" w:rsidRDefault="00916514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9961B2" w:rsidRPr="00D21A79" w:rsidRDefault="009961B2" w:rsidP="00A8136D">
      <w:pPr>
        <w:suppressAutoHyphens/>
        <w:ind w:firstLine="0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 xml:space="preserve">Глава </w:t>
      </w:r>
      <w:r w:rsidR="00126E81" w:rsidRPr="00D21A79">
        <w:rPr>
          <w:rFonts w:ascii="Times New Roman" w:hAnsi="Times New Roman"/>
          <w:sz w:val="28"/>
          <w:szCs w:val="28"/>
        </w:rPr>
        <w:t>м</w:t>
      </w:r>
      <w:r w:rsidRPr="00D21A79">
        <w:rPr>
          <w:rFonts w:ascii="Times New Roman" w:hAnsi="Times New Roman"/>
          <w:sz w:val="28"/>
          <w:szCs w:val="28"/>
        </w:rPr>
        <w:t>униципального района</w:t>
      </w:r>
      <w:r w:rsidR="006479FF" w:rsidRPr="00D21A7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126E81" w:rsidRPr="00D21A7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126E81" w:rsidRPr="00D21A79">
        <w:rPr>
          <w:rFonts w:ascii="Times New Roman" w:hAnsi="Times New Roman"/>
          <w:sz w:val="28"/>
          <w:szCs w:val="28"/>
        </w:rPr>
        <w:t xml:space="preserve"> район»</w:t>
      </w:r>
      <w:r w:rsidR="00D21A79">
        <w:rPr>
          <w:rFonts w:ascii="Times New Roman" w:hAnsi="Times New Roman"/>
          <w:sz w:val="28"/>
          <w:szCs w:val="28"/>
        </w:rPr>
        <w:t xml:space="preserve"> </w:t>
      </w:r>
      <w:r w:rsidR="00D21A79">
        <w:rPr>
          <w:rFonts w:ascii="Times New Roman" w:hAnsi="Times New Roman"/>
          <w:sz w:val="28"/>
          <w:szCs w:val="28"/>
        </w:rPr>
        <w:tab/>
      </w:r>
      <w:r w:rsidR="006479FF" w:rsidRPr="00D21A79">
        <w:rPr>
          <w:rFonts w:ascii="Times New Roman" w:hAnsi="Times New Roman"/>
          <w:sz w:val="28"/>
          <w:szCs w:val="28"/>
        </w:rPr>
        <w:tab/>
      </w:r>
      <w:r w:rsidR="006479FF" w:rsidRPr="00D21A79">
        <w:rPr>
          <w:rFonts w:ascii="Times New Roman" w:hAnsi="Times New Roman"/>
          <w:sz w:val="28"/>
          <w:szCs w:val="28"/>
        </w:rPr>
        <w:tab/>
      </w:r>
      <w:r w:rsidR="00AE49D3" w:rsidRPr="00D21A79">
        <w:rPr>
          <w:rFonts w:ascii="Times New Roman" w:hAnsi="Times New Roman"/>
          <w:sz w:val="28"/>
          <w:szCs w:val="28"/>
        </w:rPr>
        <w:t>С.В. Воробьев</w:t>
      </w:r>
    </w:p>
    <w:p w:rsidR="006479FF" w:rsidRPr="00D21A79" w:rsidRDefault="006479FF" w:rsidP="00A8136D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D21A79">
        <w:rPr>
          <w:rFonts w:ascii="Times New Roman" w:hAnsi="Times New Roman" w:cs="Times New Roman"/>
          <w:sz w:val="28"/>
          <w:szCs w:val="28"/>
        </w:rPr>
        <w:br w:type="page"/>
      </w:r>
      <w:r w:rsidRPr="00D21A79">
        <w:rPr>
          <w:rFonts w:ascii="Times New Roman" w:hAnsi="Times New Roman" w:cs="Times New Roman"/>
          <w:sz w:val="28"/>
          <w:szCs w:val="28"/>
        </w:rPr>
        <w:lastRenderedPageBreak/>
        <w:t>План санитарно - гигиенических и противоэпидемических мероприятий от завоза и распространения инфекционных заболеваний, представляющих опасность для населения, на территории муниципального района «</w:t>
      </w:r>
      <w:proofErr w:type="spellStart"/>
      <w:r w:rsidRPr="00D21A7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21A79">
        <w:rPr>
          <w:rFonts w:ascii="Times New Roman" w:hAnsi="Times New Roman" w:cs="Times New Roman"/>
          <w:sz w:val="28"/>
          <w:szCs w:val="28"/>
        </w:rPr>
        <w:t xml:space="preserve"> район» на 2022 - 2026 </w:t>
      </w:r>
      <w:proofErr w:type="spellStart"/>
      <w:r w:rsidRPr="00D21A79">
        <w:rPr>
          <w:rFonts w:ascii="Times New Roman" w:hAnsi="Times New Roman" w:cs="Times New Roman"/>
          <w:sz w:val="28"/>
          <w:szCs w:val="28"/>
        </w:rPr>
        <w:t>гг</w:t>
      </w:r>
      <w:proofErr w:type="spellEnd"/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A8136D" w:rsidRPr="00D21A79" w:rsidRDefault="00A8136D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2"/>
        <w:rPr>
          <w:rFonts w:ascii="Times New Roman" w:hAnsi="Times New Roman" w:cs="Times New Roman"/>
          <w:sz w:val="28"/>
        </w:rPr>
      </w:pPr>
      <w:r w:rsidRPr="00D21A79">
        <w:rPr>
          <w:rFonts w:ascii="Times New Roman" w:hAnsi="Times New Roman" w:cs="Times New Roman"/>
          <w:sz w:val="28"/>
        </w:rPr>
        <w:t>Раздел 1: Комплексный план по санитарной охране территории Муниципального района (городского округа) "</w:t>
      </w:r>
      <w:proofErr w:type="spellStart"/>
      <w:r w:rsidRPr="00D21A79">
        <w:rPr>
          <w:rFonts w:ascii="Times New Roman" w:hAnsi="Times New Roman" w:cs="Times New Roman"/>
          <w:sz w:val="28"/>
        </w:rPr>
        <w:t>Шилкинский</w:t>
      </w:r>
      <w:proofErr w:type="spellEnd"/>
      <w:r w:rsidRPr="00D21A79">
        <w:rPr>
          <w:rFonts w:ascii="Times New Roman" w:hAnsi="Times New Roman" w:cs="Times New Roman"/>
          <w:sz w:val="28"/>
        </w:rPr>
        <w:t>" на период 2022 - 2026гг.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 xml:space="preserve">Утвержден Постановлением главы МР от.04.2022 г. № ___ * (наименование </w:t>
      </w:r>
      <w:proofErr w:type="spellStart"/>
      <w:r w:rsidRPr="00D21A79">
        <w:rPr>
          <w:rFonts w:ascii="Times New Roman" w:hAnsi="Times New Roman"/>
          <w:sz w:val="28"/>
          <w:szCs w:val="28"/>
        </w:rPr>
        <w:t>муниципально-правового</w:t>
      </w:r>
      <w:proofErr w:type="spellEnd"/>
      <w:r w:rsidRPr="00D21A79">
        <w:rPr>
          <w:rFonts w:ascii="Times New Roman" w:hAnsi="Times New Roman"/>
          <w:sz w:val="28"/>
          <w:szCs w:val="28"/>
        </w:rPr>
        <w:t xml:space="preserve"> акта)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Откорректирован ______________________________________ от ___ № ___ (</w:t>
      </w:r>
      <w:proofErr w:type="spellStart"/>
      <w:r w:rsidRPr="00D21A79">
        <w:rPr>
          <w:rFonts w:ascii="Times New Roman" w:hAnsi="Times New Roman"/>
          <w:sz w:val="28"/>
          <w:szCs w:val="28"/>
        </w:rPr>
        <w:t>наименовниемуниципально-правового</w:t>
      </w:r>
      <w:proofErr w:type="spellEnd"/>
      <w:r w:rsidRPr="00D21A79">
        <w:rPr>
          <w:rFonts w:ascii="Times New Roman" w:hAnsi="Times New Roman"/>
          <w:sz w:val="28"/>
          <w:szCs w:val="28"/>
        </w:rPr>
        <w:t xml:space="preserve"> акта)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Откорректирован ______________________________________ от ___ № ___ (</w:t>
      </w:r>
      <w:proofErr w:type="spellStart"/>
      <w:r w:rsidRPr="00D21A79">
        <w:rPr>
          <w:rFonts w:ascii="Times New Roman" w:hAnsi="Times New Roman"/>
          <w:sz w:val="28"/>
          <w:szCs w:val="28"/>
        </w:rPr>
        <w:t>наименовниемуниципально-правового</w:t>
      </w:r>
      <w:proofErr w:type="spellEnd"/>
      <w:r w:rsidRPr="00D21A79">
        <w:rPr>
          <w:rFonts w:ascii="Times New Roman" w:hAnsi="Times New Roman"/>
          <w:sz w:val="28"/>
          <w:szCs w:val="28"/>
        </w:rPr>
        <w:t xml:space="preserve"> акта)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Откорректирован ______________________________________ от ___ № ___ (</w:t>
      </w:r>
      <w:proofErr w:type="spellStart"/>
      <w:r w:rsidRPr="00D21A79">
        <w:rPr>
          <w:rFonts w:ascii="Times New Roman" w:hAnsi="Times New Roman"/>
          <w:sz w:val="28"/>
          <w:szCs w:val="28"/>
        </w:rPr>
        <w:t>наименовниемуниципально-правового</w:t>
      </w:r>
      <w:proofErr w:type="spellEnd"/>
      <w:r w:rsidRPr="00D21A79">
        <w:rPr>
          <w:rFonts w:ascii="Times New Roman" w:hAnsi="Times New Roman"/>
          <w:sz w:val="28"/>
          <w:szCs w:val="28"/>
        </w:rPr>
        <w:t xml:space="preserve"> акта)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Откорректирован ______________________________________ от ___ № ___ (</w:t>
      </w:r>
      <w:proofErr w:type="spellStart"/>
      <w:r w:rsidRPr="00D21A79">
        <w:rPr>
          <w:rFonts w:ascii="Times New Roman" w:hAnsi="Times New Roman"/>
          <w:sz w:val="28"/>
          <w:szCs w:val="28"/>
        </w:rPr>
        <w:t>наименовниемуниципально-правового</w:t>
      </w:r>
      <w:proofErr w:type="spellEnd"/>
      <w:r w:rsidRPr="00D21A79">
        <w:rPr>
          <w:rFonts w:ascii="Times New Roman" w:hAnsi="Times New Roman"/>
          <w:sz w:val="28"/>
          <w:szCs w:val="28"/>
        </w:rPr>
        <w:t xml:space="preserve"> акта)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Откорректирован ______________________________________ от ___ № ___ (</w:t>
      </w:r>
      <w:proofErr w:type="spellStart"/>
      <w:r w:rsidRPr="00D21A79">
        <w:rPr>
          <w:rFonts w:ascii="Times New Roman" w:hAnsi="Times New Roman"/>
          <w:sz w:val="28"/>
          <w:szCs w:val="28"/>
        </w:rPr>
        <w:t>наименовниемуниципально-правового</w:t>
      </w:r>
      <w:proofErr w:type="spellEnd"/>
      <w:r w:rsidRPr="00D21A79">
        <w:rPr>
          <w:rFonts w:ascii="Times New Roman" w:hAnsi="Times New Roman"/>
          <w:sz w:val="28"/>
          <w:szCs w:val="28"/>
        </w:rPr>
        <w:t xml:space="preserve"> акта)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* - комплексный план утверждается Постановлением (распоряжением) Главы Муниципального района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** - корректировка Комплексного плана оформляется Постановлением (распоряжением) Главы Муниципального района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2"/>
        <w:rPr>
          <w:rFonts w:ascii="Times New Roman" w:hAnsi="Times New Roman" w:cs="Times New Roman"/>
          <w:sz w:val="28"/>
        </w:rPr>
      </w:pPr>
      <w:r w:rsidRPr="00D21A79">
        <w:rPr>
          <w:rFonts w:ascii="Times New Roman" w:hAnsi="Times New Roman" w:cs="Times New Roman"/>
          <w:sz w:val="28"/>
        </w:rPr>
        <w:t>Раздел 2: Состав противоэпидемического штаба очага болезни представляющей опасность для населения*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0"/>
        <w:gridCol w:w="2292"/>
        <w:gridCol w:w="2126"/>
        <w:gridCol w:w="2977"/>
        <w:gridCol w:w="2693"/>
      </w:tblGrid>
      <w:tr w:rsidR="006479FF" w:rsidRPr="00D21A79" w:rsidTr="00A8136D">
        <w:trPr>
          <w:trHeight w:val="960"/>
        </w:trPr>
        <w:tc>
          <w:tcPr>
            <w:tcW w:w="7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занимаемая должность в противоэпидемическом штабе</w:t>
            </w:r>
          </w:p>
        </w:tc>
        <w:tc>
          <w:tcPr>
            <w:tcW w:w="297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место работы, занимаемая должность номер служебного телефона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домашний адрес, номер домашнего телефона</w:t>
            </w:r>
          </w:p>
        </w:tc>
      </w:tr>
      <w:tr w:rsidR="006479FF" w:rsidRPr="00D21A79" w:rsidTr="00A8136D">
        <w:trPr>
          <w:trHeight w:val="945"/>
        </w:trPr>
        <w:tc>
          <w:tcPr>
            <w:tcW w:w="7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Комогорцев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Андрей Николаевич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начальник очага</w:t>
            </w:r>
          </w:p>
        </w:tc>
        <w:tc>
          <w:tcPr>
            <w:tcW w:w="297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Начальник отдела по ГО и ЧС администрации 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район", тел. 2-07-97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г. Шилка, ул. Угольная, 71, тел. 2-03-13 сот. 8-914-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484-42-55</w:t>
            </w:r>
          </w:p>
        </w:tc>
      </w:tr>
      <w:tr w:rsidR="006479FF" w:rsidRPr="00D21A79" w:rsidTr="00A8136D">
        <w:trPr>
          <w:trHeight w:val="945"/>
        </w:trPr>
        <w:tc>
          <w:tcPr>
            <w:tcW w:w="7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Новгородов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Егор Николаевич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заместитель начальника очага</w:t>
            </w:r>
          </w:p>
        </w:tc>
        <w:tc>
          <w:tcPr>
            <w:tcW w:w="297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ТО Управления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Роспотребнадзора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по Забайкальскому краю в городе Шилка, начальник, тел. 2-32-75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Рабочая, д. 141, сот. 8-914-456-22-70</w:t>
            </w:r>
          </w:p>
        </w:tc>
      </w:tr>
      <w:tr w:rsidR="006479FF" w:rsidRPr="00D21A79" w:rsidTr="00A8136D">
        <w:trPr>
          <w:trHeight w:val="975"/>
        </w:trPr>
        <w:tc>
          <w:tcPr>
            <w:tcW w:w="7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Вера Геннадьевна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руководитель лечебной службы очага</w:t>
            </w:r>
          </w:p>
        </w:tc>
        <w:tc>
          <w:tcPr>
            <w:tcW w:w="297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ГАУЗ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ЦРБ, и.о. главного врача, тел. 2-32-81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Аргунь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д. 5-18, тел. 2-33-55 сот. 8-914-512-12-80</w:t>
            </w:r>
          </w:p>
        </w:tc>
      </w:tr>
      <w:tr w:rsidR="006479FF" w:rsidRPr="00D21A79" w:rsidTr="00A8136D">
        <w:trPr>
          <w:trHeight w:val="975"/>
        </w:trPr>
        <w:tc>
          <w:tcPr>
            <w:tcW w:w="7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Карпова Любовь Леонидовна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руководитель лабораторной службы очага</w:t>
            </w:r>
          </w:p>
        </w:tc>
        <w:tc>
          <w:tcPr>
            <w:tcW w:w="297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отделение в городе Шилка филиала ФБУЗ "Центр гигиены и эпидемиологии в Забайкальском крае в Нерчинской районе", начальник тел. 4-12-38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Кооперативная, д. 8-2, тел. 2-33-44 сот. 8-924-472-45-65</w:t>
            </w:r>
          </w:p>
        </w:tc>
      </w:tr>
      <w:tr w:rsidR="006479FF" w:rsidRPr="00D21A79" w:rsidTr="00A8136D">
        <w:trPr>
          <w:trHeight w:val="930"/>
        </w:trPr>
        <w:tc>
          <w:tcPr>
            <w:tcW w:w="7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Былкова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Ольга Борисовна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руководитель карантинной службы очага</w:t>
            </w:r>
          </w:p>
        </w:tc>
        <w:tc>
          <w:tcPr>
            <w:tcW w:w="297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МО МВД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", зам. начальника, тел. 2-14-50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. Северный пер.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Киинский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тел. 2-33-80 сот. 8-914-466-97-76</w:t>
            </w:r>
          </w:p>
        </w:tc>
      </w:tr>
      <w:tr w:rsidR="006479FF" w:rsidRPr="00D21A79" w:rsidTr="00A8136D">
        <w:trPr>
          <w:trHeight w:val="915"/>
        </w:trPr>
        <w:tc>
          <w:tcPr>
            <w:tcW w:w="7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Башкина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Нина Павловна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руководитель группы обеспечения транспортом</w:t>
            </w:r>
          </w:p>
        </w:tc>
        <w:tc>
          <w:tcPr>
            <w:tcW w:w="297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район", зав. отделом организации и обеспечения деятельности, тел. 2-10-52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Пролетарская, 69-49, тел. 2-45-46 сот. 8-914-526-87-88</w:t>
            </w:r>
          </w:p>
        </w:tc>
      </w:tr>
      <w:tr w:rsidR="006479FF" w:rsidRPr="00D21A79" w:rsidTr="00A8136D">
        <w:trPr>
          <w:trHeight w:val="690"/>
        </w:trPr>
        <w:tc>
          <w:tcPr>
            <w:tcW w:w="7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Боярская Елена Александровна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руководитель группы обеспечения питанием</w:t>
            </w:r>
          </w:p>
        </w:tc>
        <w:tc>
          <w:tcPr>
            <w:tcW w:w="297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 муниципального района, тел. 2-10-80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Партизанская, д. 3-3 сот. 8-914-489-29-28</w:t>
            </w:r>
          </w:p>
        </w:tc>
      </w:tr>
    </w:tbl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* - состав противоэпидемического штаба может быть расширен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2"/>
        <w:rPr>
          <w:rFonts w:ascii="Times New Roman" w:hAnsi="Times New Roman" w:cs="Times New Roman"/>
          <w:sz w:val="28"/>
        </w:rPr>
      </w:pPr>
      <w:r w:rsidRPr="00D21A79">
        <w:rPr>
          <w:rFonts w:ascii="Times New Roman" w:hAnsi="Times New Roman" w:cs="Times New Roman"/>
          <w:sz w:val="28"/>
        </w:rPr>
        <w:t>Раздел 3: Оперативные службы противоэпидемического штаба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2375"/>
        <w:gridCol w:w="2208"/>
        <w:gridCol w:w="2852"/>
        <w:gridCol w:w="2736"/>
      </w:tblGrid>
      <w:tr w:rsidR="006479FF" w:rsidRPr="00D21A79" w:rsidTr="00A8136D">
        <w:trPr>
          <w:trHeight w:val="900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наименование групп оперативных служб штаба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Фамилия, Имя, Отчество руководителя группы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место работы, номер служебного телефона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домашний адрес, номер домашнего телефона</w:t>
            </w:r>
          </w:p>
        </w:tc>
      </w:tr>
      <w:tr w:rsidR="006479FF" w:rsidRPr="00D21A79" w:rsidTr="00A8136D">
        <w:trPr>
          <w:trHeight w:val="330"/>
        </w:trPr>
        <w:tc>
          <w:tcPr>
            <w:tcW w:w="10788" w:type="dxa"/>
            <w:gridSpan w:val="5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I. Лечебная служба</w:t>
            </w:r>
          </w:p>
        </w:tc>
      </w:tr>
      <w:tr w:rsidR="006479FF" w:rsidRPr="00D21A79" w:rsidTr="00A8136D">
        <w:trPr>
          <w:trHeight w:val="945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Специализированная госпитальная база: госпиталь, изолятор, провизорный госпиталь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Журавлева Нина Николаевна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КБ № 3, 4-36-72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п. Первомайский, ул. Строительная 7-70, тел. 4-14-31</w:t>
            </w:r>
          </w:p>
        </w:tc>
      </w:tr>
      <w:tr w:rsidR="006479FF" w:rsidRPr="00D21A79" w:rsidTr="00A8136D">
        <w:trPr>
          <w:trHeight w:val="645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Обсерватор</w:t>
            </w:r>
            <w:proofErr w:type="spellEnd"/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Журавлева Нина Николаевна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КБ № 3, 4-36-72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п. Первомайский, ул. Строительная 7-70, тел. 4-14-31</w:t>
            </w:r>
          </w:p>
        </w:tc>
      </w:tr>
      <w:tr w:rsidR="006479FF" w:rsidRPr="00D21A79" w:rsidTr="00A8136D">
        <w:trPr>
          <w:trHeight w:val="615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Эвакуационная группа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Бут Сергей Иванович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ГАУЗ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ЦРБ, тел. 2-31-83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Пролетарская, 112а, тел. сот. 8-914-361-97-03</w:t>
            </w:r>
          </w:p>
        </w:tc>
      </w:tr>
      <w:tr w:rsidR="006479FF" w:rsidRPr="00D21A79" w:rsidTr="00A8136D">
        <w:trPr>
          <w:trHeight w:val="600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Патолого-анатомическая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группа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Старнавская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КБ № 3, тел. 4-37-59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п. Первомайский, ул. Строительная, д. 22-6, тел. 4-32-19, сот. 8-914-512-42-17</w:t>
            </w:r>
          </w:p>
        </w:tc>
      </w:tr>
      <w:tr w:rsidR="006479FF" w:rsidRPr="00D21A79" w:rsidTr="00A8136D">
        <w:trPr>
          <w:trHeight w:val="645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Группа консультантов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Богоутдинова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Надежда Николаевна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ГАУЗ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ЦРБ, тел. 2-31-06 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ул.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Аргунская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, 5 сот. 8-914-137-90-26 </w:t>
            </w:r>
          </w:p>
        </w:tc>
      </w:tr>
      <w:tr w:rsidR="006479FF" w:rsidRPr="00D21A79" w:rsidTr="00A8136D">
        <w:trPr>
          <w:trHeight w:val="300"/>
        </w:trPr>
        <w:tc>
          <w:tcPr>
            <w:tcW w:w="10788" w:type="dxa"/>
            <w:gridSpan w:val="5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II. Противоэпидемическая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служда</w:t>
            </w:r>
            <w:proofErr w:type="spellEnd"/>
          </w:p>
        </w:tc>
      </w:tr>
      <w:tr w:rsidR="006479FF" w:rsidRPr="00D21A79" w:rsidTr="00A8136D">
        <w:trPr>
          <w:trHeight w:val="930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Группа эпидемиологической разведки и анализа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Карпова Любовь Леонидовна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филиал ФБУЗ "Центр гигиены и эпидемиологии в Забайкальском крае в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районе", тел. 2-32-16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Кооперативная, д. 8-2, тел. 2-33-44, сот. 8-924-472-45-65</w:t>
            </w:r>
          </w:p>
        </w:tc>
      </w:tr>
      <w:tr w:rsidR="006479FF" w:rsidRPr="00D21A79" w:rsidTr="00A8136D">
        <w:trPr>
          <w:trHeight w:val="615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Дезинфекционная группа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Васильева Вера Васильевна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ГАУЗ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ЦРБ, тел. 2-31-06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ул.Проточная, 2 сот. 8-914-460-22-68 </w:t>
            </w:r>
          </w:p>
        </w:tc>
      </w:tr>
      <w:tr w:rsidR="006479FF" w:rsidRPr="00D21A79" w:rsidTr="00A8136D">
        <w:trPr>
          <w:trHeight w:val="930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Группа контроля за противоэпидемическим режимом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Комогорцева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ТО Управления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Роспотребнадзора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по Забайкальскому краю в городе Шилка, тел. 2-32-75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Ленина, 124-6 сот. 8-914-462-07-90</w:t>
            </w:r>
          </w:p>
        </w:tc>
      </w:tr>
      <w:tr w:rsidR="006479FF" w:rsidRPr="00D21A79" w:rsidTr="00A8136D">
        <w:trPr>
          <w:trHeight w:val="990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Лабораторная служба 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Карпова Любовь Леонидовна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филиал ФБУЗ "Центр гигиены и эпидемиологии в Забайкальском крае в Нерчинском районе", тел. 4-12-38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Кооперативная, д. 8-2, тел. 2-33-44, сот. 8-924-472-45-65</w:t>
            </w:r>
          </w:p>
        </w:tc>
      </w:tr>
      <w:tr w:rsidR="006479FF" w:rsidRPr="00D21A79" w:rsidTr="00A8136D">
        <w:trPr>
          <w:trHeight w:val="600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Карантинная служба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Былкова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Ольга Борисовна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МО МВД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", зам. начальника, тел. 2-14-50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. Северный пер.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Киинский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тел. 2-33-80, сот. 8-914-466-97-76</w:t>
            </w:r>
          </w:p>
        </w:tc>
      </w:tr>
      <w:tr w:rsidR="006479FF" w:rsidRPr="00D21A79" w:rsidTr="00A8136D">
        <w:trPr>
          <w:trHeight w:val="300"/>
        </w:trPr>
        <w:tc>
          <w:tcPr>
            <w:tcW w:w="10788" w:type="dxa"/>
            <w:gridSpan w:val="5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III. Административно-хозяйственная служба</w:t>
            </w:r>
          </w:p>
        </w:tc>
      </w:tr>
      <w:tr w:rsidR="006479FF" w:rsidRPr="00D21A79" w:rsidTr="00A8136D">
        <w:trPr>
          <w:trHeight w:val="1230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Группа обеспечения транспортом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Башкина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Нина Павловна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район", зав. отделом организации и обеспечения деятельности, тел. 2-10-52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Пролетарская, 69-49, тел. 2-45-46 сот. 8-914-526-87-88</w:t>
            </w:r>
          </w:p>
        </w:tc>
      </w:tr>
      <w:tr w:rsidR="006479FF" w:rsidRPr="00D21A79" w:rsidTr="00A8136D">
        <w:trPr>
          <w:trHeight w:val="900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Группа обеспечения питанием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Боярская Елена Александровна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 муниципального района, тел. 2-10-80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ул.Балябина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сот. 8-914-489-29-28</w:t>
            </w:r>
          </w:p>
        </w:tc>
      </w:tr>
      <w:tr w:rsidR="006479FF" w:rsidRPr="00D21A79" w:rsidTr="00A8136D">
        <w:trPr>
          <w:trHeight w:val="930"/>
        </w:trPr>
        <w:tc>
          <w:tcPr>
            <w:tcW w:w="6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237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Группа бухгалтерского учета</w:t>
            </w:r>
          </w:p>
        </w:tc>
        <w:tc>
          <w:tcPr>
            <w:tcW w:w="220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Комогорцева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285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администрация муниципального района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район", главный бухгалтер, тел. 2-10-06</w:t>
            </w:r>
          </w:p>
        </w:tc>
        <w:tc>
          <w:tcPr>
            <w:tcW w:w="273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Абдрезакова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12 сот. 8-914-435-80-40</w:t>
            </w:r>
          </w:p>
        </w:tc>
      </w:tr>
    </w:tbl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2"/>
        <w:rPr>
          <w:rFonts w:ascii="Times New Roman" w:hAnsi="Times New Roman" w:cs="Times New Roman"/>
          <w:sz w:val="28"/>
        </w:rPr>
      </w:pPr>
      <w:r w:rsidRPr="00D21A79">
        <w:rPr>
          <w:rFonts w:ascii="Times New Roman" w:hAnsi="Times New Roman" w:cs="Times New Roman"/>
          <w:sz w:val="28"/>
        </w:rPr>
        <w:t>Раздел 4: Список должностных лиц информируемых о выявлении больного (тупа) или лиц с симптомами заболевания представляющего опасность для населения**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2109"/>
        <w:gridCol w:w="2551"/>
        <w:gridCol w:w="2835"/>
        <w:gridCol w:w="2693"/>
      </w:tblGrid>
      <w:tr w:rsidR="006479FF" w:rsidRPr="00D21A79" w:rsidTr="00A8136D">
        <w:trPr>
          <w:trHeight w:val="960"/>
        </w:trPr>
        <w:tc>
          <w:tcPr>
            <w:tcW w:w="6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0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Фамилия, имя Отчество</w:t>
            </w:r>
          </w:p>
        </w:tc>
        <w:tc>
          <w:tcPr>
            <w:tcW w:w="25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занимаемая должность, номер служебного телефона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домашний адрес, номер домашнего телефона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должностное лицо ответственное за оповещение</w:t>
            </w:r>
          </w:p>
        </w:tc>
      </w:tr>
      <w:tr w:rsidR="006479FF" w:rsidRPr="00D21A79" w:rsidTr="00A8136D">
        <w:trPr>
          <w:trHeight w:val="690"/>
        </w:trPr>
        <w:tc>
          <w:tcPr>
            <w:tcW w:w="6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Воробьев Сергей Владиславович</w:t>
            </w:r>
          </w:p>
        </w:tc>
        <w:tc>
          <w:tcPr>
            <w:tcW w:w="25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Глава Муниципального района, тел. 2-10-06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ул.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Балябина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77-50 сот. 8-914-582-52-51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начальник ТО, главный врач района, главный врач КБ № 3</w:t>
            </w:r>
          </w:p>
        </w:tc>
      </w:tr>
      <w:tr w:rsidR="006479FF" w:rsidRPr="00D21A79" w:rsidTr="00A8136D">
        <w:trPr>
          <w:trHeight w:val="975"/>
        </w:trPr>
        <w:tc>
          <w:tcPr>
            <w:tcW w:w="6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0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Новгородов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Егор Николаевич</w:t>
            </w:r>
          </w:p>
        </w:tc>
        <w:tc>
          <w:tcPr>
            <w:tcW w:w="25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и.о. начальник ТО Управления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Роспотребнадзора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по Забайкальскому краю в городе Шилка, 2-32-75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Рабочая, д. 145, сот. 8-914-456-22-70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главный врач ЦРБ, главный врач КБ № 3</w:t>
            </w:r>
          </w:p>
        </w:tc>
      </w:tr>
      <w:tr w:rsidR="006479FF" w:rsidRPr="00D21A79" w:rsidTr="00A8136D">
        <w:trPr>
          <w:trHeight w:val="900"/>
        </w:trPr>
        <w:tc>
          <w:tcPr>
            <w:tcW w:w="6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0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Вера Геннадьевна</w:t>
            </w:r>
          </w:p>
        </w:tc>
        <w:tc>
          <w:tcPr>
            <w:tcW w:w="25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и.о. главного врача 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ЦРБ", тел. 2-32-81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Аргунь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д. 5-18, тел. 2-33-55 сот. 8-914-512-12-80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медицинский работник, выявивший заболевание</w:t>
            </w:r>
          </w:p>
        </w:tc>
      </w:tr>
      <w:tr w:rsidR="006479FF" w:rsidRPr="00D21A79" w:rsidTr="00A8136D">
        <w:trPr>
          <w:trHeight w:val="750"/>
        </w:trPr>
        <w:tc>
          <w:tcPr>
            <w:tcW w:w="6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0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Горяев Николай Ильич</w:t>
            </w:r>
          </w:p>
        </w:tc>
        <w:tc>
          <w:tcPr>
            <w:tcW w:w="25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Главный врач ГУЗ КБ № 3, тел. 4-22-90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п. Первомайский, ул. Строительная, д. 7-56, тел. 4-32-73, сот. 8-914-511-56-15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медицинский работник, выявивший заболевание</w:t>
            </w:r>
          </w:p>
        </w:tc>
      </w:tr>
      <w:tr w:rsidR="006479FF" w:rsidRPr="00D21A79" w:rsidTr="00A8136D">
        <w:trPr>
          <w:trHeight w:val="885"/>
        </w:trPr>
        <w:tc>
          <w:tcPr>
            <w:tcW w:w="6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10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Карпова Любовь Леонидовна</w:t>
            </w:r>
          </w:p>
        </w:tc>
        <w:tc>
          <w:tcPr>
            <w:tcW w:w="25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начальник отделения в городе Шилка филиала ФБУЗ "Центр гигиены и эпидемиологии в Забайкальском крае в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районе, тел. 2-32-16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Кооперативная, д. 8-2, тел. 2-33-44, сот. 8-924-472-45-65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главный врач ЦРБ, главный врач КБ № 3</w:t>
            </w:r>
          </w:p>
        </w:tc>
      </w:tr>
      <w:tr w:rsidR="006479FF" w:rsidRPr="00D21A79" w:rsidTr="00A8136D">
        <w:trPr>
          <w:trHeight w:val="900"/>
        </w:trPr>
        <w:tc>
          <w:tcPr>
            <w:tcW w:w="60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0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Комогорцев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Андрей Николаевич</w:t>
            </w:r>
          </w:p>
        </w:tc>
        <w:tc>
          <w:tcPr>
            <w:tcW w:w="25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Начальник отдела по ГО и ЧС администрации Муниципального района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район", тел. 2-07-97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Угольная, 71, тел. 2-03-13, сот. 8-914-484-42-55</w:t>
            </w:r>
          </w:p>
        </w:tc>
        <w:tc>
          <w:tcPr>
            <w:tcW w:w="269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начальник ТО, главный врач района, главный врач КБ № 3</w:t>
            </w:r>
          </w:p>
        </w:tc>
      </w:tr>
    </w:tbl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* - при наличии данного учреждения на курируемой территории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** - при необходимости список информируемых должностных лиц может быть расширен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2"/>
        <w:rPr>
          <w:rFonts w:ascii="Times New Roman" w:hAnsi="Times New Roman" w:cs="Times New Roman"/>
          <w:sz w:val="28"/>
        </w:rPr>
      </w:pPr>
      <w:r w:rsidRPr="00D21A79">
        <w:rPr>
          <w:rFonts w:ascii="Times New Roman" w:hAnsi="Times New Roman" w:cs="Times New Roman"/>
          <w:sz w:val="28"/>
        </w:rPr>
        <w:t>Раздел 5: Список группы консультантов по вопросам диагностики болезней представляющих опасность для населения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409"/>
        <w:gridCol w:w="2266"/>
        <w:gridCol w:w="2832"/>
        <w:gridCol w:w="2404"/>
      </w:tblGrid>
      <w:tr w:rsidR="006479FF" w:rsidRPr="00D21A79" w:rsidTr="00A8136D">
        <w:trPr>
          <w:trHeight w:val="1215"/>
        </w:trPr>
        <w:tc>
          <w:tcPr>
            <w:tcW w:w="58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место работы, занимаемая должность, номер служебного телефона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домашний адрес, номер домашнего телефона</w:t>
            </w:r>
          </w:p>
        </w:tc>
        <w:tc>
          <w:tcPr>
            <w:tcW w:w="241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6479FF" w:rsidRPr="00D21A79" w:rsidTr="00A8136D">
        <w:trPr>
          <w:trHeight w:val="600"/>
        </w:trPr>
        <w:tc>
          <w:tcPr>
            <w:tcW w:w="58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Богоутдинова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Надежда Николаевна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ГАУЗ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ЦРБ, врач - инфекционист, тел. 2-31-06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ул.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Аргунская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, 5, сот. 8-914-137-90-26 </w:t>
            </w:r>
          </w:p>
        </w:tc>
        <w:tc>
          <w:tcPr>
            <w:tcW w:w="241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479FF" w:rsidRPr="00D21A79" w:rsidTr="00A8136D">
        <w:trPr>
          <w:trHeight w:val="630"/>
        </w:trPr>
        <w:tc>
          <w:tcPr>
            <w:tcW w:w="58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Журавлева Нина Николаевна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КБ № 3, врач - инфекционист, тел 4-36-72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п. Первомайский, ул. Строительная 7-70, тел. 4-14-31</w:t>
            </w:r>
          </w:p>
        </w:tc>
        <w:tc>
          <w:tcPr>
            <w:tcW w:w="241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479FF" w:rsidRPr="00D21A79" w:rsidTr="00A8136D">
        <w:trPr>
          <w:trHeight w:val="600"/>
        </w:trPr>
        <w:tc>
          <w:tcPr>
            <w:tcW w:w="58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Бянкина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Татьяна Валентиновна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ГАУЗ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ЦРБ, врач - терапевт, тел. 2-31-15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Аргунская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д. 12-1, тел. 2-33-55 сот. 8-914-485-94-88</w:t>
            </w:r>
          </w:p>
        </w:tc>
        <w:tc>
          <w:tcPr>
            <w:tcW w:w="241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479FF" w:rsidRPr="00D21A79" w:rsidTr="00A8136D">
        <w:trPr>
          <w:trHeight w:val="600"/>
        </w:trPr>
        <w:tc>
          <w:tcPr>
            <w:tcW w:w="58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41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Готовская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ГАУЗ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ЦРБ, врач - педиатр, тел. 2-30-58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Соболева, 13-9, тел. 2-06-96 сот. 8914-462-51-08</w:t>
            </w:r>
          </w:p>
        </w:tc>
        <w:tc>
          <w:tcPr>
            <w:tcW w:w="241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479FF" w:rsidRPr="00D21A79" w:rsidTr="00A8136D">
        <w:trPr>
          <w:trHeight w:val="690"/>
        </w:trPr>
        <w:tc>
          <w:tcPr>
            <w:tcW w:w="58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1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Вырупаев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Валерий Викторович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КБ № 3, врач - терапевт, тел 4-24-23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п. Первомайский, ул. Строительная 22-4</w:t>
            </w:r>
          </w:p>
        </w:tc>
        <w:tc>
          <w:tcPr>
            <w:tcW w:w="241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479FF" w:rsidRPr="00D21A79" w:rsidTr="00A8136D">
        <w:trPr>
          <w:trHeight w:val="660"/>
        </w:trPr>
        <w:tc>
          <w:tcPr>
            <w:tcW w:w="58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1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Манчевская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Эвелина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Геннадьевна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КБ № 3, врач - педиатр, тел. 4-22-70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п. Первомайский, ул. Строительная, 14-35, сот. 8-914-513-49-89</w:t>
            </w:r>
          </w:p>
        </w:tc>
        <w:tc>
          <w:tcPr>
            <w:tcW w:w="241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479FF" w:rsidRPr="00D21A79" w:rsidTr="00A8136D">
        <w:trPr>
          <w:trHeight w:val="600"/>
        </w:trPr>
        <w:tc>
          <w:tcPr>
            <w:tcW w:w="58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Радионова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Марина Александровна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ЦРБ", врач - хирург, тел. 2-30-26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Русская, 6-74, сот. 8-914-466-3068</w:t>
            </w:r>
          </w:p>
        </w:tc>
        <w:tc>
          <w:tcPr>
            <w:tcW w:w="241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479FF" w:rsidRPr="00D21A79" w:rsidTr="00A8136D">
        <w:trPr>
          <w:trHeight w:val="1245"/>
        </w:trPr>
        <w:tc>
          <w:tcPr>
            <w:tcW w:w="58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1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Карпова Любовь Леонидовна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начальник филиала ФБУЗ "Центр гигиены и эпидемиологии в Забайкальском крае в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Шилкинском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районе, тел. 2-32-16</w:t>
            </w:r>
          </w:p>
        </w:tc>
        <w:tc>
          <w:tcPr>
            <w:tcW w:w="283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ул.Кооперативная, д. 8-2, тел. 2-33-44, сот. 8-924-472-45-65</w:t>
            </w:r>
          </w:p>
        </w:tc>
        <w:tc>
          <w:tcPr>
            <w:tcW w:w="241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2"/>
        <w:rPr>
          <w:rFonts w:ascii="Times New Roman" w:hAnsi="Times New Roman" w:cs="Times New Roman"/>
          <w:sz w:val="28"/>
        </w:rPr>
      </w:pPr>
      <w:r w:rsidRPr="00D21A79">
        <w:rPr>
          <w:rFonts w:ascii="Times New Roman" w:hAnsi="Times New Roman" w:cs="Times New Roman"/>
          <w:sz w:val="28"/>
        </w:rPr>
        <w:t>Раздел 6: Госпитальная база развертываемая в случае возникновения болезней, представляющих опасность для населения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6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3"/>
        <w:gridCol w:w="830"/>
        <w:gridCol w:w="1134"/>
        <w:gridCol w:w="1134"/>
        <w:gridCol w:w="1418"/>
        <w:gridCol w:w="1843"/>
        <w:gridCol w:w="1843"/>
        <w:gridCol w:w="1843"/>
      </w:tblGrid>
      <w:tr w:rsidR="006479FF" w:rsidRPr="00D21A79" w:rsidTr="00A8136D">
        <w:trPr>
          <w:trHeight w:val="1275"/>
        </w:trPr>
        <w:tc>
          <w:tcPr>
            <w:tcW w:w="603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0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наименование стационара специального назначения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количество развертываемых коек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база развертывания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руководитель базы развертывания, номер служебного телефона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база для перевода больных из инфекционного отделения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руководитель базы для переводя больных, номер служебного телефона</w:t>
            </w:r>
          </w:p>
        </w:tc>
      </w:tr>
      <w:tr w:rsidR="006479FF" w:rsidRPr="00D21A79" w:rsidTr="00A8136D">
        <w:trPr>
          <w:trHeight w:val="600"/>
        </w:trPr>
        <w:tc>
          <w:tcPr>
            <w:tcW w:w="603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единичные случаи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массовые случаи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79FF" w:rsidRPr="00D21A79" w:rsidTr="00A8136D">
        <w:trPr>
          <w:trHeight w:val="930"/>
        </w:trPr>
        <w:tc>
          <w:tcPr>
            <w:tcW w:w="6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госпиталь особо 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опасных инфекций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инфекционное отделение ГУЗ КБ № 3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Вайнштейн Ирина Валентиновна, тел. 4-24-23, сот. 8-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914-514-10-87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ГУЗ "Краевая больница № 3"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Горяев Николай Ильич, тел. 4-32-73, сот. 8-914-511-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56-15</w:t>
            </w:r>
          </w:p>
        </w:tc>
      </w:tr>
      <w:tr w:rsidR="006479FF" w:rsidRPr="00D21A79" w:rsidTr="00A8136D">
        <w:trPr>
          <w:trHeight w:val="930"/>
        </w:trPr>
        <w:tc>
          <w:tcPr>
            <w:tcW w:w="6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3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изолятор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инфекционное отделение ГУЗ КБ № 3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Вайнштейн Ирина Валентиновна, тел. 4-24-23, сот. 8-914-514-10-87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"Краевая больница № 3"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Горяев Николай Ильич, тел. 4-32-73, сот. 8-914-511-56-15</w:t>
            </w:r>
          </w:p>
        </w:tc>
      </w:tr>
      <w:tr w:rsidR="006479FF" w:rsidRPr="00D21A79" w:rsidTr="00A8136D">
        <w:trPr>
          <w:trHeight w:val="930"/>
        </w:trPr>
        <w:tc>
          <w:tcPr>
            <w:tcW w:w="6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провизорный госпиталь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инфекционное отделение ГУЗ КБ № 3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Вайнштейн Ирина Валентиновна, тел. 4-24-23, сот. 8-914-514-10-87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"Краевая больница № 3"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Горяев Николай Ильич, тел. 4-32-73, сот. 8-914-511-56-15</w:t>
            </w:r>
          </w:p>
        </w:tc>
      </w:tr>
      <w:tr w:rsidR="006479FF" w:rsidRPr="00D21A79" w:rsidTr="00A8136D">
        <w:trPr>
          <w:trHeight w:val="630"/>
        </w:trPr>
        <w:tc>
          <w:tcPr>
            <w:tcW w:w="6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кара</w:t>
            </w:r>
            <w:r w:rsidR="00A8136D" w:rsidRPr="00D21A79">
              <w:rPr>
                <w:rFonts w:ascii="Times New Roman" w:hAnsi="Times New Roman"/>
                <w:sz w:val="28"/>
                <w:szCs w:val="28"/>
              </w:rPr>
              <w:t>н</w:t>
            </w:r>
            <w:r w:rsidRPr="00D21A79">
              <w:rPr>
                <w:rFonts w:ascii="Times New Roman" w:hAnsi="Times New Roman"/>
                <w:sz w:val="28"/>
                <w:szCs w:val="28"/>
              </w:rPr>
              <w:t>тинная служба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"Краевая больница № 3"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Вайнштейн Ирина Валентиновна, тел. 4-24-23, сот. 8-914-514-10-87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"Краевая больница № 3"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Горяев Николай Ильич, тел. 4-32-73, сот. 8-914-511-56-15</w:t>
            </w:r>
          </w:p>
        </w:tc>
      </w:tr>
      <w:tr w:rsidR="006479FF" w:rsidRPr="00D21A79" w:rsidTr="00A8136D">
        <w:trPr>
          <w:trHeight w:val="615"/>
        </w:trPr>
        <w:tc>
          <w:tcPr>
            <w:tcW w:w="6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обсерватор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"Краевая больница № 3"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Вайнштейн Ирина Валентиновна, тел. 4-24-23, сот. 8-914-514-10-87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"Краевая больница № 3"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Горяев Николай Ильич, тел. 4-32-73, сот. 8-914-511-56-15</w:t>
            </w:r>
          </w:p>
        </w:tc>
      </w:tr>
      <w:tr w:rsidR="006479FF" w:rsidRPr="00D21A79" w:rsidTr="00A8136D">
        <w:trPr>
          <w:trHeight w:val="900"/>
        </w:trPr>
        <w:tc>
          <w:tcPr>
            <w:tcW w:w="6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0" w:type="dxa"/>
            <w:shd w:val="clear" w:color="auto" w:fill="auto"/>
            <w:hideMark/>
          </w:tcPr>
          <w:p w:rsidR="006479FF" w:rsidRPr="00D21A79" w:rsidRDefault="00A8136D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патологоанатомическое</w:t>
            </w:r>
            <w:r w:rsidR="006479FF" w:rsidRPr="00D21A79">
              <w:rPr>
                <w:rFonts w:ascii="Times New Roman" w:hAnsi="Times New Roman"/>
                <w:sz w:val="28"/>
                <w:szCs w:val="28"/>
              </w:rPr>
              <w:t xml:space="preserve"> бюро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"Краевая больница № 3"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Старнавская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Наталья Николаевна, тел. 4-37-59 сот. 8-914-512-42-17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"Краевая больница № 3"</w:t>
            </w:r>
          </w:p>
        </w:tc>
        <w:tc>
          <w:tcPr>
            <w:tcW w:w="18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Горяев Николай Ильич, тел. 4-32-73, сот. 8-914-511-56-15</w:t>
            </w:r>
          </w:p>
        </w:tc>
      </w:tr>
    </w:tbl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2"/>
        <w:rPr>
          <w:rFonts w:ascii="Times New Roman" w:hAnsi="Times New Roman" w:cs="Times New Roman"/>
          <w:sz w:val="28"/>
        </w:rPr>
      </w:pPr>
      <w:r w:rsidRPr="00D21A79">
        <w:rPr>
          <w:rFonts w:ascii="Times New Roman" w:hAnsi="Times New Roman" w:cs="Times New Roman"/>
          <w:sz w:val="28"/>
        </w:rPr>
        <w:t>Раздел 7: План обеспечения автотранспортом и ГСМ для обеспечения противоэпидемических мероприятий при выявлении заболеваний представляющих опасность для населения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1017"/>
        <w:gridCol w:w="1134"/>
        <w:gridCol w:w="1134"/>
        <w:gridCol w:w="1134"/>
        <w:gridCol w:w="1276"/>
        <w:gridCol w:w="850"/>
        <w:gridCol w:w="851"/>
        <w:gridCol w:w="1417"/>
        <w:gridCol w:w="1276"/>
      </w:tblGrid>
      <w:tr w:rsidR="006479FF" w:rsidRPr="00D21A79" w:rsidTr="00A8136D">
        <w:trPr>
          <w:trHeight w:val="930"/>
        </w:trPr>
        <w:tc>
          <w:tcPr>
            <w:tcW w:w="558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№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17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назначение автотранспорта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учреждение в распоряжение которого выделяется автотранспорт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необходимое количество автотранспорта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наименование учреждения выделяющего дополнительный автотранспорт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количество выделяемого автотранспорта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руководитель учреждения, ответственного за выделение автотранспорта, номер служебного телефона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домашний адрес, номер домашнего телефона</w:t>
            </w:r>
          </w:p>
        </w:tc>
      </w:tr>
      <w:tr w:rsidR="006479FF" w:rsidRPr="00D21A79" w:rsidTr="00A8136D">
        <w:trPr>
          <w:trHeight w:val="600"/>
        </w:trPr>
        <w:tc>
          <w:tcPr>
            <w:tcW w:w="558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7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единичные случаи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массовые случаи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единичные случаи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массовые случаи</w:t>
            </w:r>
          </w:p>
        </w:tc>
        <w:tc>
          <w:tcPr>
            <w:tcW w:w="1417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79FF" w:rsidRPr="00D21A79" w:rsidTr="00A8136D">
        <w:trPr>
          <w:trHeight w:val="123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госпитализация больных, с симптомами заболевания представляющего опасность для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Горяев Н.И.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Аргунь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д. 5-18 п. Первомайский, ул. Строительная, д. 7-56</w:t>
            </w:r>
          </w:p>
        </w:tc>
      </w:tr>
      <w:tr w:rsidR="006479FF" w:rsidRPr="00D21A79" w:rsidTr="00A8136D">
        <w:trPr>
          <w:trHeight w:val="120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перевозка контактных лиц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Горяев Н.И.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Аргунь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д. 5-18 п. Первомайский, ул. Строительная, д. 7-56</w:t>
            </w:r>
          </w:p>
        </w:tc>
      </w:tr>
      <w:tr w:rsidR="006479FF" w:rsidRPr="00D21A79" w:rsidTr="00A8136D">
        <w:trPr>
          <w:trHeight w:val="150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эвакуация пациентов с соматическими заболеваниями, из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перепрофилируемых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стационаров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Горяев Н.И.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Аргунь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д. 5-18 п. Первомайский, ул. Строительная, д. 7-56</w:t>
            </w:r>
          </w:p>
        </w:tc>
      </w:tr>
      <w:tr w:rsidR="006479FF" w:rsidRPr="00D21A79" w:rsidTr="00A8136D">
        <w:trPr>
          <w:trHeight w:val="36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89" w:type="dxa"/>
            <w:gridSpan w:val="9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Обслуживание специализированных групп:</w:t>
            </w:r>
          </w:p>
        </w:tc>
      </w:tr>
      <w:tr w:rsidR="006479FF" w:rsidRPr="00D21A79" w:rsidTr="00A8136D">
        <w:trPr>
          <w:trHeight w:val="1245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группа эпидемиологического обследования очагов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Горяев Н.И.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Аргунь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д. 5-18 п. Первомайский, ул. Строительная, д. 7-56</w:t>
            </w:r>
          </w:p>
        </w:tc>
      </w:tr>
      <w:tr w:rsidR="006479FF" w:rsidRPr="00D21A79" w:rsidTr="00A8136D">
        <w:trPr>
          <w:trHeight w:val="915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группа очаговой дезинфекции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Башкина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Нина Павловна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Пролетарская, 69-49, тел. 2-45-46 сот. 8-914-526-87-88</w:t>
            </w:r>
          </w:p>
        </w:tc>
      </w:tr>
      <w:tr w:rsidR="006479FF" w:rsidRPr="00D21A79" w:rsidTr="00A8136D">
        <w:trPr>
          <w:trHeight w:val="60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патолого-анатомическая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групп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479FF" w:rsidRPr="00D21A79" w:rsidTr="00A8136D">
        <w:trPr>
          <w:trHeight w:val="66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4.4.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группа (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ы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) наблюдения за населением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Башкина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Нина Павловна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Пролетарская, 69-49, тел. 2-45-46 сот. 8-914-526-87-88</w:t>
            </w:r>
          </w:p>
        </w:tc>
      </w:tr>
      <w:tr w:rsidR="006479FF" w:rsidRPr="00D21A79" w:rsidTr="00A8136D">
        <w:trPr>
          <w:trHeight w:val="90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группа (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ы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) по проведению профилактических прививок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Башкина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Нина Павловна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Пролетарская, 69-49, тел. 2-45-46 сот. 8-914-526-87-88</w:t>
            </w:r>
          </w:p>
        </w:tc>
      </w:tr>
      <w:tr w:rsidR="006479FF" w:rsidRPr="00D21A79" w:rsidTr="00A8136D">
        <w:trPr>
          <w:trHeight w:val="30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89" w:type="dxa"/>
            <w:gridSpan w:val="9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Обслуживание специального назначения</w:t>
            </w:r>
          </w:p>
        </w:tc>
      </w:tr>
      <w:tr w:rsidR="006479FF" w:rsidRPr="00D21A79" w:rsidTr="00A8136D">
        <w:trPr>
          <w:trHeight w:val="156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доставка проб биологического материала в специализированные лаборатории 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филиал ФБУЗ 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Карпова Любовь Леонидовна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Кооперативная, д. 8-2, тел. 2-33-44, сот. 8-924-472-45-65</w:t>
            </w:r>
          </w:p>
        </w:tc>
      </w:tr>
      <w:tr w:rsidR="006479FF" w:rsidRPr="00D21A79" w:rsidTr="00A8136D">
        <w:trPr>
          <w:trHeight w:val="96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обеспечение продуктами питания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Башкина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Нина Павловна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Пролетарская, 69-49, тел. 2-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45-46 сот. 8-914-526-87-88</w:t>
            </w:r>
          </w:p>
        </w:tc>
      </w:tr>
      <w:tr w:rsidR="006479FF" w:rsidRPr="00D21A79" w:rsidTr="00A8136D">
        <w:trPr>
          <w:trHeight w:val="90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5.3.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обеспечение хозяйственно-бытовых нужд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Башкина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Нина Павловна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Пролетарская, 69-49, тел. 2-45-46 сот. 8-914-526-87-88</w:t>
            </w:r>
          </w:p>
        </w:tc>
      </w:tr>
      <w:tr w:rsidR="006479FF" w:rsidRPr="00D21A79" w:rsidTr="00A8136D">
        <w:trPr>
          <w:trHeight w:val="120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обеспечение оперативной работы противоэпидемического штаба очага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Территориальный отдел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Новгородов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Егор Николаевич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г. Шилка, ул. Рабочая, д. 145 сот. 8-914-456-22-70</w:t>
            </w:r>
          </w:p>
        </w:tc>
      </w:tr>
      <w:tr w:rsidR="006479FF" w:rsidRPr="00D21A79" w:rsidTr="00A8136D">
        <w:trPr>
          <w:trHeight w:val="1200"/>
        </w:trPr>
        <w:tc>
          <w:tcPr>
            <w:tcW w:w="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10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обеспечение бригадами скорой медицинской помощи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 ГУЗ "КБ № 3"</w:t>
            </w:r>
          </w:p>
        </w:tc>
        <w:tc>
          <w:tcPr>
            <w:tcW w:w="85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1 -</w:t>
            </w:r>
          </w:p>
        </w:tc>
        <w:tc>
          <w:tcPr>
            <w:tcW w:w="851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Горяев Н.И.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г. Шилка,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Аргунь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, д. 5-18 п. Первомайский, ул. Строительная, д. 7-56</w:t>
            </w:r>
          </w:p>
        </w:tc>
      </w:tr>
    </w:tbl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* - отдельно указать обеспечение ГСМ (источники финансирования)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21A79">
        <w:rPr>
          <w:rFonts w:ascii="Times New Roman" w:hAnsi="Times New Roman"/>
          <w:sz w:val="28"/>
          <w:szCs w:val="28"/>
        </w:rPr>
        <w:t>Источники финансирования - администрация района.</w:t>
      </w:r>
    </w:p>
    <w:p w:rsidR="00A8136D" w:rsidRPr="00D21A79" w:rsidRDefault="00A8136D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2"/>
        <w:rPr>
          <w:rFonts w:ascii="Times New Roman" w:hAnsi="Times New Roman" w:cs="Times New Roman"/>
          <w:sz w:val="28"/>
        </w:rPr>
      </w:pPr>
      <w:r w:rsidRPr="00D21A79">
        <w:rPr>
          <w:rFonts w:ascii="Times New Roman" w:hAnsi="Times New Roman" w:cs="Times New Roman"/>
          <w:sz w:val="28"/>
        </w:rPr>
        <w:t>Раздел 8: Обеспечение питанием при организации противоэпидемических мероприятий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3"/>
        <w:gridCol w:w="1345"/>
        <w:gridCol w:w="1276"/>
        <w:gridCol w:w="1559"/>
        <w:gridCol w:w="1418"/>
        <w:gridCol w:w="2268"/>
        <w:gridCol w:w="2126"/>
      </w:tblGrid>
      <w:tr w:rsidR="006479FF" w:rsidRPr="00D21A79" w:rsidTr="00A8136D">
        <w:trPr>
          <w:trHeight w:val="975"/>
        </w:trPr>
        <w:tc>
          <w:tcPr>
            <w:tcW w:w="513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№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45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место развертывания пункта питания</w:t>
            </w:r>
          </w:p>
        </w:tc>
        <w:tc>
          <w:tcPr>
            <w:tcW w:w="2835" w:type="dxa"/>
            <w:gridSpan w:val="2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количество поставленных на довольствие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кратность питания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479FF" w:rsidRPr="00D21A79" w:rsidRDefault="00C33CB8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учреждение разве</w:t>
            </w:r>
            <w:r w:rsidR="006479FF" w:rsidRPr="00D21A79">
              <w:rPr>
                <w:rFonts w:ascii="Times New Roman" w:hAnsi="Times New Roman"/>
                <w:sz w:val="28"/>
                <w:szCs w:val="28"/>
              </w:rPr>
              <w:t>ртывающее пункты питания при единичных случаях, руководитель, номер служебного телефона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учреждение развертывающее пункты питания при массовых случаях, руководитель, номер служебного телефона</w:t>
            </w:r>
          </w:p>
        </w:tc>
      </w:tr>
      <w:tr w:rsidR="006479FF" w:rsidRPr="00D21A79" w:rsidTr="00A8136D">
        <w:trPr>
          <w:trHeight w:val="600"/>
        </w:trPr>
        <w:tc>
          <w:tcPr>
            <w:tcW w:w="513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5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единичные случаи</w:t>
            </w:r>
          </w:p>
        </w:tc>
        <w:tc>
          <w:tcPr>
            <w:tcW w:w="155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массовые случаи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79FF" w:rsidRPr="00D21A79" w:rsidTr="00A8136D">
        <w:trPr>
          <w:trHeight w:val="675"/>
        </w:trPr>
        <w:tc>
          <w:tcPr>
            <w:tcW w:w="51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4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изолятор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ГУЗ "Краевая больница № 3" Горяев Н.И.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ГУЗ "Краевая больница № 3" Горяев Н.И.</w:t>
            </w:r>
          </w:p>
        </w:tc>
      </w:tr>
      <w:tr w:rsidR="006479FF" w:rsidRPr="00D21A79" w:rsidTr="00A8136D">
        <w:trPr>
          <w:trHeight w:val="720"/>
        </w:trPr>
        <w:tc>
          <w:tcPr>
            <w:tcW w:w="51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4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обсерватор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ГУЗ "Краевая больница № 3" Горяев Н.И.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ГУЗ "Краевая больница № 3" Горяев Н.И.</w:t>
            </w:r>
          </w:p>
        </w:tc>
      </w:tr>
      <w:tr w:rsidR="006479FF" w:rsidRPr="00D21A79" w:rsidTr="00A8136D">
        <w:trPr>
          <w:trHeight w:val="720"/>
        </w:trPr>
        <w:tc>
          <w:tcPr>
            <w:tcW w:w="51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4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провизорный госпиталь</w:t>
            </w:r>
          </w:p>
        </w:tc>
        <w:tc>
          <w:tcPr>
            <w:tcW w:w="127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ГУЗ "Краевая больница № 3" Горяев Н.И.</w:t>
            </w:r>
          </w:p>
        </w:tc>
        <w:tc>
          <w:tcPr>
            <w:tcW w:w="2126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ГАУЗ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Шилкинская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ЦРБ",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Сверкунова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В.Г. ГУЗ "Краевая больница № 3" Горяев Н.И.</w:t>
            </w:r>
          </w:p>
        </w:tc>
      </w:tr>
    </w:tbl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2"/>
        <w:rPr>
          <w:rFonts w:ascii="Times New Roman" w:hAnsi="Times New Roman" w:cs="Times New Roman"/>
          <w:sz w:val="28"/>
        </w:rPr>
      </w:pPr>
      <w:r w:rsidRPr="00D21A79">
        <w:rPr>
          <w:rFonts w:ascii="Times New Roman" w:hAnsi="Times New Roman" w:cs="Times New Roman"/>
          <w:sz w:val="28"/>
        </w:rPr>
        <w:t>Раздел 9: Лабораторная база очага инфекционного заболевания представляющего опасность для населения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6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1340"/>
        <w:gridCol w:w="1418"/>
        <w:gridCol w:w="1134"/>
        <w:gridCol w:w="1134"/>
        <w:gridCol w:w="1134"/>
        <w:gridCol w:w="992"/>
        <w:gridCol w:w="1558"/>
        <w:gridCol w:w="1418"/>
      </w:tblGrid>
      <w:tr w:rsidR="006479FF" w:rsidRPr="00D21A79" w:rsidTr="00A8136D">
        <w:trPr>
          <w:trHeight w:val="390"/>
        </w:trPr>
        <w:tc>
          <w:tcPr>
            <w:tcW w:w="518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40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</w:t>
            </w:r>
            <w:r w:rsidR="00C33CB8" w:rsidRPr="00D21A79">
              <w:rPr>
                <w:rFonts w:ascii="Times New Roman" w:hAnsi="Times New Roman"/>
                <w:sz w:val="28"/>
                <w:szCs w:val="28"/>
              </w:rPr>
              <w:t>а</w:t>
            </w:r>
            <w:r w:rsidRPr="00D21A79">
              <w:rPr>
                <w:rFonts w:ascii="Times New Roman" w:hAnsi="Times New Roman"/>
                <w:sz w:val="28"/>
                <w:szCs w:val="28"/>
              </w:rPr>
              <w:t>именование учреждения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руководитель учреждения, номер служебного телефона</w:t>
            </w:r>
          </w:p>
        </w:tc>
        <w:tc>
          <w:tcPr>
            <w:tcW w:w="7370" w:type="dxa"/>
            <w:gridSpan w:val="6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объекты и виды исследований</w:t>
            </w:r>
          </w:p>
        </w:tc>
      </w:tr>
      <w:tr w:rsidR="006479FF" w:rsidRPr="00D21A79" w:rsidTr="00A8136D">
        <w:trPr>
          <w:trHeight w:val="1035"/>
        </w:trPr>
        <w:tc>
          <w:tcPr>
            <w:tcW w:w="518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0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биологический материал от больных (умерших) на холеру, чуму, сибирскую язву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биологический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метериал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от контактных на холеру, чуму, сибирскую язву</w:t>
            </w:r>
          </w:p>
        </w:tc>
        <w:tc>
          <w:tcPr>
            <w:tcW w:w="1558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объекты внешней среды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исследования на другие инфекции</w:t>
            </w:r>
          </w:p>
        </w:tc>
      </w:tr>
      <w:tr w:rsidR="006479FF" w:rsidRPr="00D21A79" w:rsidTr="00A8136D">
        <w:trPr>
          <w:trHeight w:val="690"/>
        </w:trPr>
        <w:tc>
          <w:tcPr>
            <w:tcW w:w="518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0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единичные 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случаи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массовые 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случаи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единичные 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случаи</w:t>
            </w:r>
          </w:p>
        </w:tc>
        <w:tc>
          <w:tcPr>
            <w:tcW w:w="9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массовые </w:t>
            </w: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случаи</w:t>
            </w:r>
          </w:p>
        </w:tc>
        <w:tc>
          <w:tcPr>
            <w:tcW w:w="1558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79FF" w:rsidRPr="00D21A79" w:rsidTr="00A8136D">
        <w:trPr>
          <w:trHeight w:val="3060"/>
        </w:trPr>
        <w:tc>
          <w:tcPr>
            <w:tcW w:w="5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34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Филиал ФБУЗ "Центр гигиены и эпидемиологии в Забайкальском крае в Нерчинском районе"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Юдина Зоя Кирилловна, сот. 8-914-436-69-98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испражнения, рвотные массы, </w:t>
            </w:r>
            <w:r w:rsidR="00A8136D" w:rsidRPr="00D21A79">
              <w:rPr>
                <w:rFonts w:ascii="Times New Roman" w:hAnsi="Times New Roman"/>
                <w:sz w:val="28"/>
                <w:szCs w:val="28"/>
              </w:rPr>
              <w:t>промывн</w:t>
            </w:r>
            <w:r w:rsidRPr="00D21A79">
              <w:rPr>
                <w:rFonts w:ascii="Times New Roman" w:hAnsi="Times New Roman"/>
                <w:sz w:val="28"/>
                <w:szCs w:val="28"/>
              </w:rPr>
              <w:t>ые воды желудка, мокрота, трупный материал, содержимое карбункулов, бубонов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испражнения, рвотные массы, </w:t>
            </w:r>
            <w:r w:rsidR="00A8136D" w:rsidRPr="00D21A79">
              <w:rPr>
                <w:rFonts w:ascii="Times New Roman" w:hAnsi="Times New Roman"/>
                <w:sz w:val="28"/>
                <w:szCs w:val="28"/>
              </w:rPr>
              <w:t>промывн</w:t>
            </w:r>
            <w:r w:rsidRPr="00D21A79">
              <w:rPr>
                <w:rFonts w:ascii="Times New Roman" w:hAnsi="Times New Roman"/>
                <w:sz w:val="28"/>
                <w:szCs w:val="28"/>
              </w:rPr>
              <w:t>ые воды желудка, мокрота, трупный материал, содержимое карбункулов, бубонов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испражнения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испражнения</w:t>
            </w:r>
          </w:p>
        </w:tc>
        <w:tc>
          <w:tcPr>
            <w:tcW w:w="1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вода водопроводная, ил, сточные воды, смывы с объектов окружающей среды, пищевые продукты, вода поверхностных водоемов, почва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479FF" w:rsidRPr="00D21A79" w:rsidTr="00A8136D">
        <w:trPr>
          <w:trHeight w:val="1605"/>
        </w:trPr>
        <w:tc>
          <w:tcPr>
            <w:tcW w:w="5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4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ГУЗ КБ № 3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Горяев Николай Ильич, тел. 4-22-90 сот 8-914-511-56-15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исследования на кишечные, воздушно-капельные инфекции (в процессе текущей работы)</w:t>
            </w:r>
          </w:p>
        </w:tc>
      </w:tr>
    </w:tbl>
    <w:p w:rsidR="00C33CB8" w:rsidRPr="00D21A79" w:rsidRDefault="00C33CB8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6479FF" w:rsidRPr="00D21A79" w:rsidRDefault="006479FF" w:rsidP="00A8136D">
      <w:pPr>
        <w:pStyle w:val="2"/>
        <w:rPr>
          <w:rFonts w:ascii="Times New Roman" w:hAnsi="Times New Roman" w:cs="Times New Roman"/>
          <w:sz w:val="28"/>
        </w:rPr>
      </w:pPr>
      <w:r w:rsidRPr="00D21A79">
        <w:rPr>
          <w:rFonts w:ascii="Times New Roman" w:hAnsi="Times New Roman" w:cs="Times New Roman"/>
          <w:sz w:val="28"/>
        </w:rPr>
        <w:t>Раздел 10: Перечень объектов подлежащих охране в очаге инфекционного заболевания, представляющего опасность для населения</w:t>
      </w:r>
    </w:p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4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2620"/>
        <w:gridCol w:w="1105"/>
        <w:gridCol w:w="1068"/>
        <w:gridCol w:w="5103"/>
      </w:tblGrid>
      <w:tr w:rsidR="006479FF" w:rsidRPr="00D21A79" w:rsidTr="00A8136D">
        <w:trPr>
          <w:trHeight w:val="645"/>
        </w:trPr>
        <w:tc>
          <w:tcPr>
            <w:tcW w:w="543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20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173" w:type="dxa"/>
            <w:gridSpan w:val="2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учреждение обеспечивающее охрану</w:t>
            </w:r>
          </w:p>
        </w:tc>
        <w:tc>
          <w:tcPr>
            <w:tcW w:w="5103" w:type="dxa"/>
            <w:vMerge w:val="restart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руководитель учреждения, обеспечивающего охрану объекта, номер служебного телефона</w:t>
            </w:r>
          </w:p>
        </w:tc>
      </w:tr>
      <w:tr w:rsidR="006479FF" w:rsidRPr="00D21A79" w:rsidTr="00A8136D">
        <w:trPr>
          <w:trHeight w:val="600"/>
        </w:trPr>
        <w:tc>
          <w:tcPr>
            <w:tcW w:w="543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20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единичные случаи</w:t>
            </w:r>
          </w:p>
        </w:tc>
        <w:tc>
          <w:tcPr>
            <w:tcW w:w="10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массовые случаи</w:t>
            </w:r>
          </w:p>
        </w:tc>
        <w:tc>
          <w:tcPr>
            <w:tcW w:w="5103" w:type="dxa"/>
            <w:vMerge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79FF" w:rsidRPr="00D21A79" w:rsidTr="00A8136D">
        <w:trPr>
          <w:trHeight w:val="675"/>
        </w:trPr>
        <w:tc>
          <w:tcPr>
            <w:tcW w:w="5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2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госпиталь особо опасных инфекций</w:t>
            </w:r>
          </w:p>
        </w:tc>
        <w:tc>
          <w:tcPr>
            <w:tcW w:w="110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начальник МО МВД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Былкова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Ольга Борисовна., тел. 2-14-50, сот. 8-914-466-97-76</w:t>
            </w:r>
          </w:p>
        </w:tc>
      </w:tr>
      <w:tr w:rsidR="006479FF" w:rsidRPr="00D21A79" w:rsidTr="00A8136D">
        <w:trPr>
          <w:trHeight w:val="600"/>
        </w:trPr>
        <w:tc>
          <w:tcPr>
            <w:tcW w:w="5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2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изолятор</w:t>
            </w:r>
          </w:p>
        </w:tc>
        <w:tc>
          <w:tcPr>
            <w:tcW w:w="110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начальник МО МВД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Былкова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Ольга Борисовна., тел. 2-14-50, сот. 8-914-466-97-76</w:t>
            </w:r>
          </w:p>
        </w:tc>
      </w:tr>
      <w:tr w:rsidR="006479FF" w:rsidRPr="00D21A79" w:rsidTr="00A8136D">
        <w:trPr>
          <w:trHeight w:val="600"/>
        </w:trPr>
        <w:tc>
          <w:tcPr>
            <w:tcW w:w="5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2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провизорный госпиталь</w:t>
            </w:r>
          </w:p>
        </w:tc>
        <w:tc>
          <w:tcPr>
            <w:tcW w:w="110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начальник МО МВД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Былкова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Ольга Борисовна., тел. 2-14-50, сот. 8-914-466-97-76</w:t>
            </w:r>
          </w:p>
        </w:tc>
      </w:tr>
      <w:tr w:rsidR="006479FF" w:rsidRPr="00D21A79" w:rsidTr="00A8136D">
        <w:trPr>
          <w:trHeight w:val="600"/>
        </w:trPr>
        <w:tc>
          <w:tcPr>
            <w:tcW w:w="5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2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обсерватор</w:t>
            </w:r>
            <w:proofErr w:type="spellEnd"/>
          </w:p>
        </w:tc>
        <w:tc>
          <w:tcPr>
            <w:tcW w:w="110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начальник МО МВД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Былкова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Ольга Борисовна., тел. 2-14-50, сот. 8-914-466-97-76</w:t>
            </w:r>
          </w:p>
        </w:tc>
      </w:tr>
      <w:tr w:rsidR="006479FF" w:rsidRPr="00D21A79" w:rsidTr="00A8136D">
        <w:trPr>
          <w:trHeight w:val="720"/>
        </w:trPr>
        <w:tc>
          <w:tcPr>
            <w:tcW w:w="54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20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микробиологические лаборатории</w:t>
            </w:r>
          </w:p>
        </w:tc>
        <w:tc>
          <w:tcPr>
            <w:tcW w:w="1105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  <w:hideMark/>
          </w:tcPr>
          <w:p w:rsidR="006479FF" w:rsidRPr="00D21A79" w:rsidRDefault="006479FF" w:rsidP="00A8136D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21A79">
              <w:rPr>
                <w:rFonts w:ascii="Times New Roman" w:hAnsi="Times New Roman"/>
                <w:sz w:val="28"/>
                <w:szCs w:val="28"/>
              </w:rPr>
              <w:t>начальник</w:t>
            </w:r>
            <w:bookmarkStart w:id="0" w:name="_GoBack"/>
            <w:bookmarkEnd w:id="0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МО МВД "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proofErr w:type="spellStart"/>
            <w:r w:rsidRPr="00D21A79">
              <w:rPr>
                <w:rFonts w:ascii="Times New Roman" w:hAnsi="Times New Roman"/>
                <w:sz w:val="28"/>
                <w:szCs w:val="28"/>
              </w:rPr>
              <w:t>Былкова</w:t>
            </w:r>
            <w:proofErr w:type="spellEnd"/>
            <w:r w:rsidRPr="00D21A79">
              <w:rPr>
                <w:rFonts w:ascii="Times New Roman" w:hAnsi="Times New Roman"/>
                <w:sz w:val="28"/>
                <w:szCs w:val="28"/>
              </w:rPr>
              <w:t xml:space="preserve"> Ольга Борисовна., тел. 2-14-50, сот. 8-914-466-97-76</w:t>
            </w:r>
          </w:p>
        </w:tc>
      </w:tr>
    </w:tbl>
    <w:p w:rsidR="006479FF" w:rsidRPr="00D21A79" w:rsidRDefault="006479FF" w:rsidP="006479FF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sectPr w:rsidR="006479FF" w:rsidRPr="00D21A79" w:rsidSect="006479FF">
      <w:type w:val="continuous"/>
      <w:pgSz w:w="11906" w:h="16832"/>
      <w:pgMar w:top="720" w:right="720" w:bottom="720" w:left="720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494" w:rsidRDefault="00112494" w:rsidP="00A41E72">
      <w:r>
        <w:separator/>
      </w:r>
    </w:p>
  </w:endnote>
  <w:endnote w:type="continuationSeparator" w:id="1">
    <w:p w:rsidR="00112494" w:rsidRDefault="00112494" w:rsidP="00A41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494" w:rsidRDefault="00112494" w:rsidP="00A41E72">
      <w:r>
        <w:separator/>
      </w:r>
    </w:p>
  </w:footnote>
  <w:footnote w:type="continuationSeparator" w:id="1">
    <w:p w:rsidR="00112494" w:rsidRDefault="00112494" w:rsidP="00A41E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6A2"/>
    <w:multiLevelType w:val="hybridMultilevel"/>
    <w:tmpl w:val="1C08B392"/>
    <w:lvl w:ilvl="0" w:tplc="93442DD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F9200A"/>
    <w:multiLevelType w:val="multilevel"/>
    <w:tmpl w:val="D2F48F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CA92F76"/>
    <w:multiLevelType w:val="hybridMultilevel"/>
    <w:tmpl w:val="E200D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0463B2"/>
    <w:multiLevelType w:val="hybridMultilevel"/>
    <w:tmpl w:val="E998158E"/>
    <w:lvl w:ilvl="0" w:tplc="E1B446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68317092"/>
    <w:multiLevelType w:val="hybridMultilevel"/>
    <w:tmpl w:val="9D9E5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E8557A"/>
    <w:multiLevelType w:val="hybridMultilevel"/>
    <w:tmpl w:val="28CA5386"/>
    <w:lvl w:ilvl="0" w:tplc="9C6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502D18">
      <w:numFmt w:val="none"/>
      <w:lvlText w:val=""/>
      <w:lvlJc w:val="left"/>
      <w:pPr>
        <w:tabs>
          <w:tab w:val="num" w:pos="360"/>
        </w:tabs>
      </w:pPr>
    </w:lvl>
    <w:lvl w:ilvl="2" w:tplc="7BB43746">
      <w:numFmt w:val="none"/>
      <w:lvlText w:val=""/>
      <w:lvlJc w:val="left"/>
      <w:pPr>
        <w:tabs>
          <w:tab w:val="num" w:pos="360"/>
        </w:tabs>
      </w:pPr>
    </w:lvl>
    <w:lvl w:ilvl="3" w:tplc="F9A00244">
      <w:numFmt w:val="none"/>
      <w:lvlText w:val=""/>
      <w:lvlJc w:val="left"/>
      <w:pPr>
        <w:tabs>
          <w:tab w:val="num" w:pos="360"/>
        </w:tabs>
      </w:pPr>
    </w:lvl>
    <w:lvl w:ilvl="4" w:tplc="3DCC0ABC">
      <w:numFmt w:val="none"/>
      <w:lvlText w:val=""/>
      <w:lvlJc w:val="left"/>
      <w:pPr>
        <w:tabs>
          <w:tab w:val="num" w:pos="360"/>
        </w:tabs>
      </w:pPr>
    </w:lvl>
    <w:lvl w:ilvl="5" w:tplc="33F6F19E">
      <w:numFmt w:val="none"/>
      <w:lvlText w:val=""/>
      <w:lvlJc w:val="left"/>
      <w:pPr>
        <w:tabs>
          <w:tab w:val="num" w:pos="360"/>
        </w:tabs>
      </w:pPr>
    </w:lvl>
    <w:lvl w:ilvl="6" w:tplc="EBA6EC7C">
      <w:numFmt w:val="none"/>
      <w:lvlText w:val=""/>
      <w:lvlJc w:val="left"/>
      <w:pPr>
        <w:tabs>
          <w:tab w:val="num" w:pos="360"/>
        </w:tabs>
      </w:pPr>
    </w:lvl>
    <w:lvl w:ilvl="7" w:tplc="DE0C319A">
      <w:numFmt w:val="none"/>
      <w:lvlText w:val=""/>
      <w:lvlJc w:val="left"/>
      <w:pPr>
        <w:tabs>
          <w:tab w:val="num" w:pos="360"/>
        </w:tabs>
      </w:pPr>
    </w:lvl>
    <w:lvl w:ilvl="8" w:tplc="3FE0C33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4A02"/>
    <w:rsid w:val="000071BD"/>
    <w:rsid w:val="00112494"/>
    <w:rsid w:val="00126E81"/>
    <w:rsid w:val="00134C92"/>
    <w:rsid w:val="001B229F"/>
    <w:rsid w:val="00222071"/>
    <w:rsid w:val="00312BBA"/>
    <w:rsid w:val="00362984"/>
    <w:rsid w:val="004564B9"/>
    <w:rsid w:val="0047700F"/>
    <w:rsid w:val="004D127C"/>
    <w:rsid w:val="00584DF4"/>
    <w:rsid w:val="005A1E9E"/>
    <w:rsid w:val="005C4F58"/>
    <w:rsid w:val="006479FF"/>
    <w:rsid w:val="006E2B88"/>
    <w:rsid w:val="007F43CA"/>
    <w:rsid w:val="00872653"/>
    <w:rsid w:val="00896FFC"/>
    <w:rsid w:val="008E25CC"/>
    <w:rsid w:val="008E4A02"/>
    <w:rsid w:val="009061DB"/>
    <w:rsid w:val="00916514"/>
    <w:rsid w:val="00963ED3"/>
    <w:rsid w:val="009961B2"/>
    <w:rsid w:val="009B4706"/>
    <w:rsid w:val="00A41E72"/>
    <w:rsid w:val="00A8136D"/>
    <w:rsid w:val="00AE49D3"/>
    <w:rsid w:val="00B363C4"/>
    <w:rsid w:val="00BF761E"/>
    <w:rsid w:val="00C118DC"/>
    <w:rsid w:val="00C261A0"/>
    <w:rsid w:val="00C33CB8"/>
    <w:rsid w:val="00C34902"/>
    <w:rsid w:val="00C562EB"/>
    <w:rsid w:val="00D21A79"/>
    <w:rsid w:val="00D636CA"/>
    <w:rsid w:val="00D74058"/>
    <w:rsid w:val="00EB04A6"/>
    <w:rsid w:val="00FC0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8136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8136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8136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8136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8136D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F43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8136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8136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8136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8136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8136D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link w:val="a5"/>
    <w:rsid w:val="00A8136D"/>
    <w:rPr>
      <w:rFonts w:ascii="Courier" w:hAnsi="Courier"/>
      <w:sz w:val="22"/>
      <w:szCs w:val="20"/>
    </w:rPr>
  </w:style>
  <w:style w:type="character" w:customStyle="1" w:styleId="a5">
    <w:name w:val="Текст примечания Знак"/>
    <w:aliases w:val="!Равноширинный текст документа Знак"/>
    <w:basedOn w:val="a0"/>
    <w:link w:val="a4"/>
    <w:rsid w:val="00A8136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8136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A8136D"/>
    <w:rPr>
      <w:color w:val="0000FF"/>
      <w:u w:val="none"/>
    </w:rPr>
  </w:style>
  <w:style w:type="paragraph" w:customStyle="1" w:styleId="Application">
    <w:name w:val="Application!Приложение"/>
    <w:rsid w:val="00A8136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8136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8136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7">
    <w:name w:val="FollowedHyperlink"/>
    <w:basedOn w:val="a0"/>
    <w:rsid w:val="00A8136D"/>
    <w:rPr>
      <w:color w:val="800080" w:themeColor="followedHyperlink"/>
      <w:u w:val="single"/>
    </w:rPr>
  </w:style>
  <w:style w:type="paragraph" w:styleId="a8">
    <w:name w:val="header"/>
    <w:basedOn w:val="a"/>
    <w:link w:val="a9"/>
    <w:rsid w:val="00A41E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41E72"/>
    <w:rPr>
      <w:rFonts w:ascii="Arial" w:hAnsi="Arial"/>
      <w:sz w:val="24"/>
      <w:szCs w:val="24"/>
    </w:rPr>
  </w:style>
  <w:style w:type="paragraph" w:styleId="aa">
    <w:name w:val="footer"/>
    <w:basedOn w:val="a"/>
    <w:link w:val="ab"/>
    <w:rsid w:val="00A41E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41E72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7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15</Pages>
  <Words>2425</Words>
  <Characters>16200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МУНИЦИПАЛЬНОГО РАЙОНА</vt:lpstr>
    </vt:vector>
  </TitlesOfParts>
  <Company>Inc.</Company>
  <LinksUpToDate>false</LinksUpToDate>
  <CharactersWithSpaces>18588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МУНИЦИПАЛЬНОГО РАЙОНА</dc:title>
  <dc:creator>Рабочая станция</dc:creator>
  <cp:lastModifiedBy>Елена Александровна Боярская</cp:lastModifiedBy>
  <cp:revision>4</cp:revision>
  <cp:lastPrinted>2016-11-15T01:31:00Z</cp:lastPrinted>
  <dcterms:created xsi:type="dcterms:W3CDTF">2022-04-20T04:35:00Z</dcterms:created>
  <dcterms:modified xsi:type="dcterms:W3CDTF">2022-12-02T00:35:00Z</dcterms:modified>
</cp:coreProperties>
</file>