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E4" w:rsidRDefault="004A1C8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48.1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06326818" r:id="rId8"/>
        </w:pi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356DCD" w:rsidRP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70385A">
        <w:rPr>
          <w:rFonts w:ascii="Times New Roman" w:hAnsi="Times New Roman"/>
          <w:b/>
          <w:sz w:val="26"/>
          <w:szCs w:val="26"/>
        </w:rPr>
        <w:t>Е</w:t>
      </w:r>
      <w:r w:rsidR="00925987" w:rsidRPr="0070385A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</w:p>
    <w:p w:rsidR="0095056C" w:rsidRPr="00A43A51" w:rsidRDefault="0095056C" w:rsidP="0095056C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A43A51">
        <w:rPr>
          <w:rFonts w:ascii="Times New Roman" w:hAnsi="Times New Roman"/>
          <w:sz w:val="28"/>
          <w:szCs w:val="28"/>
        </w:rPr>
        <w:t>г.</w:t>
      </w:r>
      <w:r w:rsidR="00D44C25">
        <w:rPr>
          <w:rFonts w:ascii="Times New Roman" w:hAnsi="Times New Roman"/>
          <w:sz w:val="28"/>
          <w:szCs w:val="28"/>
        </w:rPr>
        <w:t xml:space="preserve"> </w:t>
      </w:r>
      <w:r w:rsidRPr="00A43A51">
        <w:rPr>
          <w:rFonts w:ascii="Times New Roman" w:hAnsi="Times New Roman"/>
          <w:sz w:val="28"/>
          <w:szCs w:val="28"/>
        </w:rPr>
        <w:t>Шилка</w:t>
      </w:r>
    </w:p>
    <w:p w:rsidR="00356DCD" w:rsidRPr="0070385A" w:rsidRDefault="002E0A39" w:rsidP="00A43A5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07 апреля </w:t>
      </w:r>
      <w:r w:rsidR="00CD678F">
        <w:rPr>
          <w:rFonts w:ascii="Times New Roman" w:hAnsi="Times New Roman"/>
          <w:sz w:val="26"/>
          <w:szCs w:val="26"/>
        </w:rPr>
        <w:t>2025</w:t>
      </w:r>
      <w:r w:rsidR="00356DCD" w:rsidRPr="0070385A">
        <w:rPr>
          <w:rFonts w:ascii="Times New Roman" w:hAnsi="Times New Roman"/>
          <w:sz w:val="26"/>
          <w:szCs w:val="26"/>
        </w:rPr>
        <w:t xml:space="preserve"> г.</w:t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462707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356DCD" w:rsidRPr="0070385A">
        <w:rPr>
          <w:rFonts w:ascii="Times New Roman" w:hAnsi="Times New Roman"/>
          <w:sz w:val="26"/>
          <w:szCs w:val="26"/>
        </w:rPr>
        <w:t xml:space="preserve"> № </w:t>
      </w:r>
      <w:r w:rsidR="004A1C8C">
        <w:rPr>
          <w:rFonts w:ascii="Times New Roman" w:hAnsi="Times New Roman"/>
          <w:sz w:val="26"/>
          <w:szCs w:val="26"/>
        </w:rPr>
        <w:t>113</w:t>
      </w:r>
    </w:p>
    <w:p w:rsidR="0095056C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51B1" w:rsidRPr="00D44C25" w:rsidRDefault="0095056C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О внесении изменений </w:t>
      </w:r>
      <w:r w:rsidR="00EC0F39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в </w:t>
      </w:r>
      <w:r w:rsidR="00776073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п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остановление Администрации муниципального района «</w:t>
      </w:r>
      <w:proofErr w:type="spellStart"/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>Шилкинский</w:t>
      </w:r>
      <w:proofErr w:type="spellEnd"/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район» от 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7</w:t>
      </w:r>
      <w:r w:rsidR="00BF51B1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декабря 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201</w:t>
      </w:r>
      <w:r w:rsidR="00BF51B1" w:rsidRPr="00D44C25">
        <w:rPr>
          <w:rFonts w:ascii="Times New Roman" w:hAnsi="Times New Roman"/>
          <w:b/>
          <w:bCs/>
          <w:sz w:val="25"/>
          <w:szCs w:val="25"/>
          <w:lang w:eastAsia="ru-RU"/>
        </w:rPr>
        <w:t>5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года</w:t>
      </w:r>
      <w:r w:rsidR="00CF693B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№ 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>790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«</w:t>
      </w:r>
      <w:r w:rsidR="00DC0880" w:rsidRPr="00D44C25">
        <w:rPr>
          <w:rFonts w:ascii="Times New Roman" w:hAnsi="Times New Roman"/>
          <w:b/>
          <w:sz w:val="25"/>
          <w:szCs w:val="25"/>
        </w:rPr>
        <w:t xml:space="preserve">Об утверждении </w:t>
      </w:r>
      <w:r w:rsidR="00BF51B1" w:rsidRPr="00D44C25">
        <w:rPr>
          <w:rFonts w:ascii="Times New Roman" w:hAnsi="Times New Roman"/>
          <w:b/>
          <w:sz w:val="25"/>
          <w:szCs w:val="25"/>
        </w:rPr>
        <w:t>административного регламента по предоставлению муниципальной услуги «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BF51B1" w:rsidRPr="00D44C25">
        <w:rPr>
          <w:rFonts w:ascii="Times New Roman" w:hAnsi="Times New Roman"/>
          <w:b/>
          <w:sz w:val="25"/>
          <w:szCs w:val="25"/>
        </w:rPr>
        <w:t>»</w:t>
      </w:r>
    </w:p>
    <w:p w:rsidR="0070385A" w:rsidRPr="00D44C25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504369" w:rsidRDefault="00DC0880" w:rsidP="00C350E4">
      <w:pPr>
        <w:pStyle w:val="ad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44C25">
        <w:rPr>
          <w:rFonts w:ascii="Times New Roman" w:hAnsi="Times New Roman" w:cs="Times New Roman"/>
          <w:sz w:val="25"/>
          <w:szCs w:val="25"/>
        </w:rPr>
        <w:t>В соответствии с п</w:t>
      </w:r>
      <w:r w:rsidR="00BF51B1" w:rsidRPr="00D44C25">
        <w:rPr>
          <w:rFonts w:ascii="Times New Roman" w:hAnsi="Times New Roman" w:cs="Times New Roman"/>
          <w:sz w:val="25"/>
          <w:szCs w:val="25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</w:t>
      </w:r>
      <w:r w:rsidR="00BF4EA2">
        <w:rPr>
          <w:rFonts w:ascii="Times New Roman" w:hAnsi="Times New Roman" w:cs="Times New Roman"/>
          <w:sz w:val="25"/>
          <w:szCs w:val="25"/>
        </w:rPr>
        <w:t xml:space="preserve">дерации», </w:t>
      </w:r>
      <w:r w:rsidR="00BF51B1" w:rsidRPr="00D44C25">
        <w:rPr>
          <w:rFonts w:ascii="Times New Roman" w:hAnsi="Times New Roman" w:cs="Times New Roman"/>
          <w:sz w:val="25"/>
          <w:szCs w:val="25"/>
        </w:rPr>
        <w:t>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</w:t>
      </w:r>
      <w:proofErr w:type="gramEnd"/>
      <w:r w:rsidR="00BF51B1" w:rsidRPr="00D44C25">
        <w:rPr>
          <w:rFonts w:ascii="Times New Roman" w:hAnsi="Times New Roman" w:cs="Times New Roman"/>
          <w:sz w:val="25"/>
          <w:szCs w:val="25"/>
        </w:rPr>
        <w:t xml:space="preserve"> «</w:t>
      </w:r>
      <w:proofErr w:type="spellStart"/>
      <w:r w:rsidR="00BF51B1" w:rsidRPr="00D44C25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="00BF51B1" w:rsidRPr="00D44C25">
        <w:rPr>
          <w:rFonts w:ascii="Times New Roman" w:hAnsi="Times New Roman" w:cs="Times New Roman"/>
          <w:sz w:val="25"/>
          <w:szCs w:val="25"/>
        </w:rPr>
        <w:t xml:space="preserve"> район» от 29 октября 2010 года № 1819 «Об утверждении административных регламентов предоставления муниципальных услуг»,</w:t>
      </w:r>
      <w:r w:rsidRPr="00D44C25">
        <w:rPr>
          <w:color w:val="000000"/>
          <w:sz w:val="25"/>
          <w:szCs w:val="25"/>
        </w:rPr>
        <w:t xml:space="preserve"> </w:t>
      </w:r>
      <w:r w:rsidRPr="00D44C25">
        <w:rPr>
          <w:rFonts w:ascii="Times New Roman" w:hAnsi="Times New Roman" w:cs="Times New Roman"/>
          <w:color w:val="000000"/>
          <w:sz w:val="25"/>
          <w:szCs w:val="25"/>
        </w:rPr>
        <w:t>руководствуясь</w:t>
      </w:r>
      <w:r w:rsidRPr="00D44C25">
        <w:rPr>
          <w:rFonts w:ascii="Times New Roman" w:hAnsi="Times New Roman" w:cs="Times New Roman"/>
          <w:sz w:val="25"/>
          <w:szCs w:val="25"/>
        </w:rPr>
        <w:t xml:space="preserve"> ст. 28 Устава муниципаль</w:t>
      </w:r>
      <w:r w:rsidR="00504369">
        <w:rPr>
          <w:rFonts w:ascii="Times New Roman" w:hAnsi="Times New Roman" w:cs="Times New Roman"/>
          <w:sz w:val="25"/>
          <w:szCs w:val="25"/>
        </w:rPr>
        <w:t>ного района «</w:t>
      </w:r>
      <w:proofErr w:type="spellStart"/>
      <w:r w:rsidR="00504369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="00504369">
        <w:rPr>
          <w:rFonts w:ascii="Times New Roman" w:hAnsi="Times New Roman" w:cs="Times New Roman"/>
          <w:sz w:val="25"/>
          <w:szCs w:val="25"/>
        </w:rPr>
        <w:t xml:space="preserve"> район» </w:t>
      </w:r>
      <w:r w:rsidRPr="00D44C25">
        <w:rPr>
          <w:rFonts w:ascii="Times New Roman" w:hAnsi="Times New Roman" w:cs="Times New Roman"/>
          <w:sz w:val="25"/>
          <w:szCs w:val="25"/>
        </w:rPr>
        <w:t>Администрация муниципального района «</w:t>
      </w:r>
      <w:proofErr w:type="spellStart"/>
      <w:r w:rsidRPr="00D44C25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Pr="00D44C25">
        <w:rPr>
          <w:rFonts w:ascii="Times New Roman" w:hAnsi="Times New Roman" w:cs="Times New Roman"/>
          <w:sz w:val="25"/>
          <w:szCs w:val="25"/>
        </w:rPr>
        <w:t xml:space="preserve"> район»</w:t>
      </w:r>
      <w:r w:rsidR="00504369">
        <w:rPr>
          <w:rFonts w:ascii="Times New Roman" w:hAnsi="Times New Roman" w:cs="Times New Roman"/>
          <w:sz w:val="25"/>
          <w:szCs w:val="25"/>
        </w:rPr>
        <w:t>,</w:t>
      </w:r>
      <w:r w:rsidRPr="00D44C2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04369" w:rsidRDefault="00504369" w:rsidP="00504369">
      <w:pPr>
        <w:pStyle w:val="ad"/>
        <w:jc w:val="both"/>
        <w:rPr>
          <w:rFonts w:ascii="Times New Roman" w:hAnsi="Times New Roman" w:cs="Times New Roman"/>
          <w:sz w:val="25"/>
          <w:szCs w:val="25"/>
        </w:rPr>
      </w:pPr>
    </w:p>
    <w:p w:rsidR="00C350E4" w:rsidRPr="00D44C25" w:rsidRDefault="00C350E4" w:rsidP="00504369">
      <w:pPr>
        <w:pStyle w:val="ad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D44C25">
        <w:rPr>
          <w:rFonts w:ascii="Times New Roman" w:eastAsia="Times New Roman" w:hAnsi="Times New Roman" w:cs="Times New Roman"/>
          <w:b/>
          <w:sz w:val="25"/>
          <w:szCs w:val="25"/>
        </w:rPr>
        <w:t>постановляет:</w:t>
      </w:r>
    </w:p>
    <w:p w:rsidR="002B4EAE" w:rsidRPr="00D44C25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A97874" w:rsidRPr="00D44C25" w:rsidRDefault="002B4EAE" w:rsidP="00A97874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D44C25">
        <w:rPr>
          <w:rFonts w:ascii="Times New Roman" w:hAnsi="Times New Roman"/>
          <w:bCs/>
          <w:sz w:val="25"/>
          <w:szCs w:val="25"/>
          <w:lang w:eastAsia="ru-RU"/>
        </w:rPr>
        <w:t>1.</w:t>
      </w:r>
      <w:r w:rsidR="00794FFE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Утвердить прилагаемые изменения 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в </w:t>
      </w:r>
      <w:r w:rsidR="00776073" w:rsidRPr="00D44C25">
        <w:rPr>
          <w:rFonts w:ascii="Times New Roman" w:hAnsi="Times New Roman"/>
          <w:bCs/>
          <w:sz w:val="25"/>
          <w:szCs w:val="25"/>
          <w:lang w:eastAsia="ru-RU"/>
        </w:rPr>
        <w:t>п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>остановление Администрации муниципально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го района «</w:t>
      </w:r>
      <w:proofErr w:type="spellStart"/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Шилкинский</w:t>
      </w:r>
      <w:proofErr w:type="spellEnd"/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район» от 7</w:t>
      </w:r>
      <w:r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декабря</w:t>
      </w:r>
      <w:r w:rsidR="00DC0880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201</w:t>
      </w:r>
      <w:r w:rsidRPr="00D44C25">
        <w:rPr>
          <w:rFonts w:ascii="Times New Roman" w:hAnsi="Times New Roman"/>
          <w:bCs/>
          <w:sz w:val="25"/>
          <w:szCs w:val="25"/>
          <w:lang w:eastAsia="ru-RU"/>
        </w:rPr>
        <w:t>5</w:t>
      </w:r>
      <w:r w:rsidR="00DC0880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года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</w:t>
      </w:r>
      <w:r w:rsidR="00315079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№ 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790</w:t>
      </w:r>
      <w:r w:rsidR="00315079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</w:t>
      </w:r>
      <w:r w:rsidR="00A97874" w:rsidRPr="00D44C25">
        <w:rPr>
          <w:rFonts w:ascii="Times New Roman" w:hAnsi="Times New Roman"/>
          <w:bCs/>
          <w:sz w:val="25"/>
          <w:szCs w:val="25"/>
          <w:lang w:eastAsia="ru-RU"/>
        </w:rPr>
        <w:t>«Об утверждении административного регламента по предоставлению муниципальной услуги «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A97874" w:rsidRPr="00D44C25">
        <w:rPr>
          <w:rFonts w:ascii="Times New Roman" w:hAnsi="Times New Roman"/>
          <w:bCs/>
          <w:sz w:val="25"/>
          <w:szCs w:val="25"/>
          <w:lang w:eastAsia="ru-RU"/>
        </w:rPr>
        <w:t>».</w:t>
      </w:r>
    </w:p>
    <w:p w:rsidR="00A97874" w:rsidRPr="00D44C25" w:rsidRDefault="00A97874" w:rsidP="00A97874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5"/>
          <w:szCs w:val="25"/>
          <w:lang w:eastAsia="ru-RU"/>
        </w:rPr>
      </w:pPr>
    </w:p>
    <w:p w:rsidR="00356DCD" w:rsidRPr="00D44C25" w:rsidRDefault="002B4EAE" w:rsidP="00A97874">
      <w:pPr>
        <w:tabs>
          <w:tab w:val="left" w:pos="2955"/>
        </w:tabs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D44C25">
        <w:rPr>
          <w:rFonts w:ascii="Times New Roman" w:hAnsi="Times New Roman"/>
          <w:bCs/>
          <w:sz w:val="25"/>
          <w:szCs w:val="25"/>
          <w:lang w:eastAsia="ru-RU"/>
        </w:rPr>
        <w:t>2.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Настоящее постановление опубликовать (обнародовать) на официальном </w:t>
      </w:r>
      <w:r w:rsidR="00DF157D" w:rsidRPr="00D44C25">
        <w:rPr>
          <w:rFonts w:ascii="Times New Roman" w:hAnsi="Times New Roman"/>
          <w:bCs/>
          <w:sz w:val="25"/>
          <w:szCs w:val="25"/>
          <w:lang w:eastAsia="ru-RU"/>
        </w:rPr>
        <w:t>портале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муниципального района «</w:t>
      </w:r>
      <w:proofErr w:type="spellStart"/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>Шилкинский</w:t>
      </w:r>
      <w:proofErr w:type="spellEnd"/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район</w:t>
      </w:r>
      <w:r w:rsidR="00504369">
        <w:rPr>
          <w:rFonts w:ascii="Times New Roman" w:hAnsi="Times New Roman"/>
          <w:bCs/>
          <w:sz w:val="25"/>
          <w:szCs w:val="25"/>
          <w:lang w:eastAsia="ru-RU"/>
        </w:rPr>
        <w:t>»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>.</w:t>
      </w:r>
    </w:p>
    <w:p w:rsidR="00A43A51" w:rsidRPr="00D44C25" w:rsidRDefault="00A43A51" w:rsidP="00A43A51">
      <w:pPr>
        <w:spacing w:after="0" w:line="240" w:lineRule="auto"/>
        <w:ind w:left="360"/>
        <w:rPr>
          <w:rFonts w:ascii="Times New Roman" w:hAnsi="Times New Roman"/>
          <w:sz w:val="25"/>
          <w:szCs w:val="25"/>
        </w:rPr>
      </w:pPr>
    </w:p>
    <w:p w:rsidR="00D44C25" w:rsidRDefault="00D44C25">
      <w:pPr>
        <w:rPr>
          <w:rFonts w:ascii="Times New Roman" w:hAnsi="Times New Roman"/>
          <w:sz w:val="25"/>
          <w:szCs w:val="25"/>
        </w:rPr>
      </w:pPr>
    </w:p>
    <w:p w:rsidR="00D62F04" w:rsidRPr="00D44C25" w:rsidRDefault="00356DCD">
      <w:pPr>
        <w:rPr>
          <w:rFonts w:ascii="Times New Roman" w:hAnsi="Times New Roman"/>
          <w:sz w:val="25"/>
          <w:szCs w:val="25"/>
        </w:rPr>
      </w:pPr>
      <w:r w:rsidRPr="00D44C25">
        <w:rPr>
          <w:rFonts w:ascii="Times New Roman" w:hAnsi="Times New Roman"/>
          <w:sz w:val="25"/>
          <w:szCs w:val="25"/>
        </w:rPr>
        <w:t>Глава муниципального района</w:t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70385A" w:rsidRPr="00D44C25">
        <w:rPr>
          <w:rFonts w:ascii="Times New Roman" w:hAnsi="Times New Roman"/>
          <w:sz w:val="25"/>
          <w:szCs w:val="25"/>
        </w:rPr>
        <w:t xml:space="preserve">        </w:t>
      </w:r>
      <w:r w:rsidR="00D44C25">
        <w:rPr>
          <w:rFonts w:ascii="Times New Roman" w:hAnsi="Times New Roman"/>
          <w:sz w:val="25"/>
          <w:szCs w:val="25"/>
        </w:rPr>
        <w:t xml:space="preserve">         </w:t>
      </w:r>
      <w:r w:rsidR="0070385A" w:rsidRPr="00D44C25">
        <w:rPr>
          <w:rFonts w:ascii="Times New Roman" w:hAnsi="Times New Roman"/>
          <w:sz w:val="25"/>
          <w:szCs w:val="25"/>
        </w:rPr>
        <w:t xml:space="preserve"> </w:t>
      </w:r>
      <w:r w:rsidRPr="00D44C25">
        <w:rPr>
          <w:rFonts w:ascii="Times New Roman" w:hAnsi="Times New Roman"/>
          <w:sz w:val="25"/>
          <w:szCs w:val="25"/>
        </w:rPr>
        <w:t xml:space="preserve"> </w:t>
      </w:r>
      <w:r w:rsidR="00794FFE" w:rsidRPr="00D44C25">
        <w:rPr>
          <w:rFonts w:ascii="Times New Roman" w:hAnsi="Times New Roman"/>
          <w:sz w:val="25"/>
          <w:szCs w:val="25"/>
        </w:rPr>
        <w:t>С.В. Воробьёв</w:t>
      </w:r>
      <w:r w:rsidRPr="00D44C25">
        <w:rPr>
          <w:rFonts w:ascii="Times New Roman" w:hAnsi="Times New Roman"/>
          <w:sz w:val="25"/>
          <w:szCs w:val="25"/>
        </w:rPr>
        <w:t xml:space="preserve"> </w:t>
      </w:r>
    </w:p>
    <w:p w:rsidR="0070385A" w:rsidRPr="00D44C25" w:rsidRDefault="0070385A" w:rsidP="00D62F04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A97874" w:rsidRDefault="00A97874" w:rsidP="00D62F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874" w:rsidRDefault="00A97874" w:rsidP="00D62F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2DE" w:rsidRDefault="007964AB" w:rsidP="00D62F04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D62F0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E542DE" w:rsidRDefault="00E542DE" w:rsidP="00D62F04">
      <w:pPr>
        <w:rPr>
          <w:rFonts w:ascii="Times New Roman" w:hAnsi="Times New Roman"/>
          <w:sz w:val="24"/>
          <w:szCs w:val="24"/>
          <w:lang w:eastAsia="ru-RU"/>
        </w:rPr>
      </w:pPr>
    </w:p>
    <w:p w:rsidR="0095342A" w:rsidRPr="00356DCD" w:rsidRDefault="00D62F04" w:rsidP="00E542DE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>УТВЕРЖДЕН</w:t>
      </w:r>
    </w:p>
    <w:p w:rsidR="0095342A" w:rsidRPr="00356DCD" w:rsidRDefault="00CF693B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дминистрации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356DCD" w:rsidRPr="00356DCD" w:rsidRDefault="00356DCD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356DCD">
        <w:rPr>
          <w:rFonts w:ascii="Times New Roman" w:hAnsi="Times New Roman"/>
          <w:sz w:val="24"/>
          <w:szCs w:val="24"/>
          <w:lang w:eastAsia="ru-RU"/>
        </w:rPr>
        <w:t>Шилкинский</w:t>
      </w:r>
      <w:proofErr w:type="spellEnd"/>
      <w:r w:rsidRPr="00356DCD">
        <w:rPr>
          <w:rFonts w:ascii="Times New Roman" w:hAnsi="Times New Roman"/>
          <w:sz w:val="24"/>
          <w:szCs w:val="24"/>
          <w:lang w:eastAsia="ru-RU"/>
        </w:rPr>
        <w:t xml:space="preserve"> район»</w:t>
      </w:r>
    </w:p>
    <w:p w:rsidR="0095342A" w:rsidRPr="00356DCD" w:rsidRDefault="00356DCD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C81D7F">
        <w:rPr>
          <w:rFonts w:ascii="Times New Roman" w:hAnsi="Times New Roman"/>
          <w:sz w:val="24"/>
          <w:szCs w:val="24"/>
          <w:lang w:eastAsia="ru-RU"/>
        </w:rPr>
        <w:t>__________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C81D7F">
        <w:rPr>
          <w:rFonts w:ascii="Times New Roman" w:hAnsi="Times New Roman"/>
          <w:sz w:val="24"/>
          <w:szCs w:val="24"/>
          <w:lang w:eastAsia="ru-RU"/>
        </w:rPr>
        <w:t>____</w:t>
      </w:r>
    </w:p>
    <w:p w:rsidR="0095342A" w:rsidRPr="0095342A" w:rsidRDefault="0095342A" w:rsidP="0095342A">
      <w:pPr>
        <w:keepNext/>
        <w:spacing w:after="24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19282D" w:rsidRPr="00975CE3" w:rsidRDefault="003C4561" w:rsidP="0019282D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Изменения, вносимые в </w:t>
      </w:r>
      <w:r w:rsidR="00DF157D" w:rsidRPr="00975CE3">
        <w:rPr>
          <w:rFonts w:ascii="Times New Roman" w:hAnsi="Times New Roman"/>
          <w:bCs/>
          <w:sz w:val="26"/>
          <w:szCs w:val="26"/>
          <w:lang w:eastAsia="ru-RU"/>
        </w:rPr>
        <w:t>п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остановление Администрации муниципального района «</w:t>
      </w:r>
      <w:proofErr w:type="spellStart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Шилкинский</w:t>
      </w:r>
      <w:proofErr w:type="spellEnd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район» от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7</w:t>
      </w:r>
      <w:r w:rsidR="002B7435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декабря</w:t>
      </w:r>
      <w:r w:rsidR="00DC0880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201</w:t>
      </w:r>
      <w:r w:rsidR="002B7435" w:rsidRPr="00975CE3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C0880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года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№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790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19282D" w:rsidRPr="00975CE3">
        <w:rPr>
          <w:rFonts w:ascii="Times New Roman" w:hAnsi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19282D" w:rsidRPr="00975CE3">
        <w:rPr>
          <w:rFonts w:ascii="Times New Roman" w:hAnsi="Times New Roman"/>
          <w:sz w:val="26"/>
          <w:szCs w:val="26"/>
        </w:rPr>
        <w:t>»</w:t>
      </w:r>
    </w:p>
    <w:p w:rsidR="00950D78" w:rsidRPr="00975CE3" w:rsidRDefault="00950D78" w:rsidP="0019282D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CF693B" w:rsidRPr="00975CE3" w:rsidRDefault="002F4AC5" w:rsidP="0019282D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3C4561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DF157D" w:rsidRPr="00975CE3">
        <w:rPr>
          <w:rFonts w:ascii="Times New Roman" w:hAnsi="Times New Roman"/>
          <w:bCs/>
          <w:sz w:val="26"/>
          <w:szCs w:val="26"/>
          <w:lang w:eastAsia="ru-RU"/>
        </w:rPr>
        <w:t>п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остановление Администрации муниципального района «</w:t>
      </w:r>
      <w:proofErr w:type="spellStart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Шилкинский</w:t>
      </w:r>
      <w:proofErr w:type="spellEnd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район» от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декабря 2015</w:t>
      </w:r>
      <w:r w:rsidR="00D52AD3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года №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790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«Об утверждении административного регламента по предоставлению муниципальной услуги «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внести изменения:</w:t>
      </w:r>
    </w:p>
    <w:p w:rsidR="00C3638F" w:rsidRPr="00975CE3" w:rsidRDefault="00C3638F" w:rsidP="0019282D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C81D7F" w:rsidRPr="00975CE3" w:rsidRDefault="00C81D7F" w:rsidP="00C81D7F">
      <w:pPr>
        <w:numPr>
          <w:ilvl w:val="0"/>
          <w:numId w:val="30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В административном  регламенте по предоставлению муниципальной услуги</w:t>
      </w:r>
      <w:r w:rsidR="00504369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5D4C6C" w:rsidRDefault="005D4C6C" w:rsidP="00311812">
      <w:pPr>
        <w:pStyle w:val="Default"/>
        <w:rPr>
          <w:bCs/>
          <w:sz w:val="26"/>
          <w:szCs w:val="26"/>
          <w:lang w:eastAsia="ru-RU"/>
        </w:rPr>
      </w:pPr>
    </w:p>
    <w:p w:rsidR="00C81D7F" w:rsidRPr="00975CE3" w:rsidRDefault="00311812" w:rsidP="00311812">
      <w:pPr>
        <w:pStyle w:val="Default"/>
        <w:rPr>
          <w:sz w:val="26"/>
          <w:szCs w:val="26"/>
          <w:lang w:eastAsia="ru-RU"/>
        </w:rPr>
      </w:pPr>
      <w:r w:rsidRPr="00975CE3">
        <w:rPr>
          <w:bCs/>
          <w:sz w:val="26"/>
          <w:szCs w:val="26"/>
          <w:lang w:eastAsia="ru-RU"/>
        </w:rPr>
        <w:t>1.1.</w:t>
      </w:r>
      <w:r w:rsidR="00C81D7F" w:rsidRPr="00975CE3">
        <w:rPr>
          <w:bCs/>
          <w:sz w:val="26"/>
          <w:szCs w:val="26"/>
          <w:lang w:eastAsia="ru-RU"/>
        </w:rPr>
        <w:t xml:space="preserve">Пункт </w:t>
      </w:r>
      <w:r w:rsidR="0022426B" w:rsidRPr="00975CE3">
        <w:rPr>
          <w:bCs/>
          <w:sz w:val="26"/>
          <w:szCs w:val="26"/>
          <w:lang w:eastAsia="ru-RU"/>
        </w:rPr>
        <w:t>3 раздела 1 дополнить</w:t>
      </w:r>
      <w:r w:rsidR="002A0303" w:rsidRPr="00975CE3">
        <w:rPr>
          <w:bCs/>
          <w:sz w:val="26"/>
          <w:szCs w:val="26"/>
          <w:lang w:eastAsia="ru-RU"/>
        </w:rPr>
        <w:t xml:space="preserve"> пунктом 3.1.</w:t>
      </w:r>
      <w:r w:rsidR="002A0303" w:rsidRPr="00975CE3">
        <w:rPr>
          <w:sz w:val="26"/>
          <w:szCs w:val="26"/>
          <w:lang w:eastAsia="ru-RU"/>
        </w:rPr>
        <w:t>Перечень категорий детей, имеющих право на получение мест в организациях оздоровле</w:t>
      </w:r>
      <w:r w:rsidR="00A106CF" w:rsidRPr="00975CE3">
        <w:rPr>
          <w:sz w:val="26"/>
          <w:szCs w:val="26"/>
          <w:lang w:eastAsia="ru-RU"/>
        </w:rPr>
        <w:t xml:space="preserve">ния и отдыха </w:t>
      </w:r>
      <w:r w:rsidR="00586474" w:rsidRPr="00975CE3">
        <w:rPr>
          <w:sz w:val="26"/>
          <w:szCs w:val="26"/>
          <w:lang w:eastAsia="ru-RU"/>
        </w:rPr>
        <w:t>во</w:t>
      </w:r>
      <w:r w:rsidR="002A0303" w:rsidRPr="00975CE3">
        <w:rPr>
          <w:sz w:val="26"/>
          <w:szCs w:val="26"/>
          <w:lang w:eastAsia="ru-RU"/>
        </w:rPr>
        <w:t xml:space="preserve"> </w:t>
      </w:r>
      <w:r w:rsidR="00586474">
        <w:rPr>
          <w:sz w:val="26"/>
          <w:szCs w:val="26"/>
          <w:lang w:eastAsia="ru-RU"/>
        </w:rPr>
        <w:t xml:space="preserve"> внеочередном  и </w:t>
      </w:r>
      <w:r w:rsidR="002A0303" w:rsidRPr="00975CE3">
        <w:rPr>
          <w:sz w:val="26"/>
          <w:szCs w:val="26"/>
          <w:lang w:eastAsia="ru-RU"/>
        </w:rPr>
        <w:t xml:space="preserve">первоочередном порядке </w:t>
      </w:r>
      <w:r w:rsidRPr="00975CE3">
        <w:rPr>
          <w:sz w:val="26"/>
          <w:szCs w:val="26"/>
          <w:lang w:eastAsia="ru-RU"/>
        </w:rPr>
        <w:t xml:space="preserve"> (Приложение 4).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40AC8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color w:val="000000"/>
          <w:sz w:val="26"/>
          <w:szCs w:val="26"/>
          <w:lang w:eastAsia="ru-RU"/>
        </w:rPr>
        <w:t>1.2.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 xml:space="preserve">в п.11 </w:t>
      </w:r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раздела 2 «Стандарт предоставления муниципальной услуги» слово «Управление» </w:t>
      </w:r>
      <w:proofErr w:type="gramStart"/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>заменить на слово</w:t>
      </w:r>
      <w:proofErr w:type="gramEnd"/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«Комитет»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5D4C6C" w:rsidRDefault="005D4C6C" w:rsidP="005D4C6C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5D4C6C" w:rsidRPr="005D4C6C" w:rsidRDefault="00440AC8" w:rsidP="005D4C6C">
      <w:pPr>
        <w:pStyle w:val="ad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1.3.</w:t>
      </w:r>
      <w:r w:rsidR="00C81D7F" w:rsidRPr="005D4C6C">
        <w:rPr>
          <w:rFonts w:ascii="Times New Roman" w:hAnsi="Times New Roman" w:cs="Times New Roman"/>
          <w:sz w:val="26"/>
          <w:szCs w:val="26"/>
        </w:rPr>
        <w:t xml:space="preserve"> </w:t>
      </w:r>
      <w:r w:rsidRPr="005D4C6C">
        <w:rPr>
          <w:rFonts w:ascii="Times New Roman" w:hAnsi="Times New Roman" w:cs="Times New Roman"/>
          <w:sz w:val="26"/>
          <w:szCs w:val="26"/>
        </w:rPr>
        <w:t xml:space="preserve">п.14 раздела 2 «Стандарт предоставления муниципальной услуги» </w:t>
      </w:r>
      <w:r w:rsidR="000039A9" w:rsidRPr="005D4C6C">
        <w:rPr>
          <w:rFonts w:ascii="Times New Roman" w:hAnsi="Times New Roman" w:cs="Times New Roman"/>
          <w:sz w:val="26"/>
          <w:szCs w:val="26"/>
        </w:rPr>
        <w:t>«</w:t>
      </w:r>
      <w:r w:rsidR="000039A9" w:rsidRPr="005D4C6C">
        <w:rPr>
          <w:rFonts w:ascii="Times New Roman" w:eastAsia="Times New Roman" w:hAnsi="Times New Roman" w:cs="Times New Roman"/>
          <w:sz w:val="26"/>
          <w:szCs w:val="26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0039A9" w:rsidRPr="005D4C6C">
        <w:rPr>
          <w:rFonts w:ascii="Times New Roman" w:hAnsi="Times New Roman" w:cs="Times New Roman"/>
          <w:sz w:val="26"/>
          <w:szCs w:val="26"/>
        </w:rPr>
        <w:t xml:space="preserve">» </w:t>
      </w:r>
      <w:r w:rsidRPr="005D4C6C">
        <w:rPr>
          <w:rFonts w:ascii="Times New Roman" w:hAnsi="Times New Roman" w:cs="Times New Roman"/>
          <w:sz w:val="26"/>
          <w:szCs w:val="26"/>
        </w:rPr>
        <w:t>дополнить:</w:t>
      </w:r>
      <w:r w:rsidR="000039A9" w:rsidRPr="005D4C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C6C" w:rsidRPr="005D4C6C" w:rsidRDefault="00440AC8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«Федеральным законом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</w:r>
      <w:r w:rsidR="00EE72C1" w:rsidRPr="005D4C6C">
        <w:rPr>
          <w:rFonts w:ascii="Times New Roman" w:hAnsi="Times New Roman" w:cs="Times New Roman"/>
          <w:sz w:val="26"/>
          <w:szCs w:val="26"/>
        </w:rPr>
        <w:t>; «Федеральным законом от 17.01.1992 № 2202-1 «О прокуратуре Российской Федерации»;</w:t>
      </w:r>
    </w:p>
    <w:p w:rsidR="00EE72C1" w:rsidRPr="005D4C6C" w:rsidRDefault="00EE72C1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«Федеральным законом от 28.12.2010 № 403-ФЗ «О Следственном комитете Российской Федерации»;</w:t>
      </w:r>
    </w:p>
    <w:p w:rsidR="00440AC8" w:rsidRPr="005D4C6C" w:rsidRDefault="00EE72C1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«Законом Российской Федерации от 26.06.1992 № 3132-1 «О статусе судей в Российской Федерации».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«Санитарными</w:t>
      </w:r>
      <w:r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правил</w:t>
      </w:r>
      <w:r>
        <w:rPr>
          <w:rFonts w:ascii="Times New Roman" w:hAnsi="Times New Roman"/>
          <w:bCs/>
          <w:sz w:val="26"/>
          <w:szCs w:val="26"/>
          <w:lang w:eastAsia="ru-RU"/>
        </w:rPr>
        <w:t>ами</w:t>
      </w:r>
      <w:r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/>
          <w:bCs/>
          <w:sz w:val="26"/>
          <w:szCs w:val="26"/>
          <w:lang w:eastAsia="ru-RU"/>
        </w:rPr>
        <w:t>, утвержденными Постановлением  главного государственного санитарного врача  Российской Федерации</w:t>
      </w:r>
      <w:r w:rsidR="008A0F9B"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от 28 сентября 2020 года N 28</w:t>
      </w:r>
      <w:r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A0F9B"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исключить:</w:t>
      </w:r>
    </w:p>
    <w:p w:rsidR="00D85167" w:rsidRDefault="00D85167" w:rsidP="00D85167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85167" w:rsidRPr="00D85167" w:rsidRDefault="00D85167" w:rsidP="00D85167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lastRenderedPageBreak/>
        <w:t>«</w:t>
      </w:r>
      <w:r w:rsidRPr="00D85167">
        <w:rPr>
          <w:rFonts w:ascii="Times New Roman" w:hAnsi="Times New Roman"/>
          <w:bCs/>
          <w:sz w:val="26"/>
          <w:szCs w:val="26"/>
          <w:lang w:eastAsia="ru-RU"/>
        </w:rPr>
        <w:t xml:space="preserve">Санитарно-эпидемиологическими правилами и нормативами </w:t>
      </w:r>
      <w:hyperlink r:id="rId9" w:history="1">
        <w:r w:rsidRPr="00D85167">
          <w:rPr>
            <w:rStyle w:val="a3"/>
            <w:rFonts w:ascii="Times New Roman" w:hAnsi="Times New Roman"/>
            <w:bCs/>
            <w:sz w:val="26"/>
            <w:szCs w:val="26"/>
            <w:lang w:eastAsia="ru-RU"/>
          </w:rPr>
          <w:t>СанПиН 2.4.4.3155-13</w:t>
        </w:r>
      </w:hyperlink>
      <w:r w:rsidRPr="00D85167">
        <w:rPr>
          <w:rFonts w:ascii="Times New Roman" w:hAnsi="Times New Roman"/>
          <w:bCs/>
          <w:sz w:val="26"/>
          <w:szCs w:val="26"/>
          <w:lang w:eastAsia="ru-RU"/>
        </w:rPr>
        <w:t xml:space="preserve"> «Санитарно-эпидемиологические требования к устройству, содержанию и организации работы стационарных организаций отдыха и оздоровления детей», утвержденными постановлением Главного государственного санитарного вра</w:t>
      </w:r>
      <w:r>
        <w:rPr>
          <w:rFonts w:ascii="Times New Roman" w:hAnsi="Times New Roman"/>
          <w:bCs/>
          <w:sz w:val="26"/>
          <w:szCs w:val="26"/>
          <w:lang w:eastAsia="ru-RU"/>
        </w:rPr>
        <w:t>ча РФ от 27 декабря 2013г. № 73.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440AC8" w:rsidRDefault="00A5023D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1.4. в Приложении №1  исключить:</w:t>
      </w: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701"/>
        <w:gridCol w:w="2409"/>
        <w:gridCol w:w="1560"/>
      </w:tblGrid>
      <w:tr w:rsidR="00A5023D" w:rsidRPr="00A5023D" w:rsidTr="00A5023D">
        <w:tc>
          <w:tcPr>
            <w:tcW w:w="1985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МОУ 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Шилкинская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открытая общеобразовательная школа</w:t>
            </w:r>
          </w:p>
        </w:tc>
        <w:tc>
          <w:tcPr>
            <w:tcW w:w="1843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673370</w:t>
            </w:r>
          </w:p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Забайкальский край, г. Шилка, ул. Глазова,41</w:t>
            </w:r>
          </w:p>
        </w:tc>
        <w:tc>
          <w:tcPr>
            <w:tcW w:w="1701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2-21-97</w:t>
            </w:r>
          </w:p>
          <w:p w:rsidR="00A5023D" w:rsidRPr="00A5023D" w:rsidRDefault="00A5023D" w:rsidP="00A5023D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2-09-29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5023D" w:rsidRPr="00A5023D" w:rsidRDefault="00A5023D" w:rsidP="00A5023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sz w:val="26"/>
                <w:szCs w:val="26"/>
                <w:lang w:val="en-US" w:eastAsia="ru-RU"/>
              </w:rPr>
              <w:t>http</w:t>
            </w:r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//</w:t>
            </w:r>
            <w:r w:rsidRPr="00A5023D">
              <w:rPr>
                <w:rFonts w:ascii="Times New Roman" w:hAnsi="Times New Roman"/>
                <w:sz w:val="26"/>
                <w:szCs w:val="26"/>
                <w:lang w:val="en-US" w:eastAsia="ru-RU"/>
              </w:rPr>
              <w:t>www</w:t>
            </w:r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Шилкинский</w:t>
            </w:r>
            <w:proofErr w:type="spellEnd"/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РФ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5023D" w:rsidRPr="00A5023D" w:rsidRDefault="00A5023D" w:rsidP="00A5023D">
            <w:pPr>
              <w:spacing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vecherka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shilka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@</w:t>
            </w: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mail</w:t>
            </w: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5023D" w:rsidRPr="00A5023D" w:rsidRDefault="00A5023D" w:rsidP="00A5023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Приложение №1 дополнить:</w:t>
      </w: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701"/>
        <w:gridCol w:w="2409"/>
        <w:gridCol w:w="1560"/>
      </w:tblGrid>
      <w:tr w:rsidR="00A5023D" w:rsidRPr="00A5023D" w:rsidTr="006F110B">
        <w:tc>
          <w:tcPr>
            <w:tcW w:w="1985" w:type="dxa"/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МУДО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ДДЮ</w:t>
            </w:r>
          </w:p>
        </w:tc>
        <w:tc>
          <w:tcPr>
            <w:tcW w:w="1843" w:type="dxa"/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673370</w:t>
            </w:r>
          </w:p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Забайкальский край, г. Шилка, ул. Глазова,41</w:t>
            </w:r>
          </w:p>
        </w:tc>
        <w:tc>
          <w:tcPr>
            <w:tcW w:w="1701" w:type="dxa"/>
          </w:tcPr>
          <w:p w:rsidR="00A5023D" w:rsidRPr="00A5023D" w:rsidRDefault="00414677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2-01-67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val="en-US" w:eastAsia="ru-RU"/>
              </w:rPr>
              <w:t>http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//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val="en-US" w:eastAsia="ru-RU"/>
              </w:rPr>
              <w:t>www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Шилкинский</w:t>
            </w:r>
            <w:proofErr w:type="spellEnd"/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РФ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ddushilka@yandex.ru</w:t>
            </w:r>
          </w:p>
        </w:tc>
      </w:tr>
    </w:tbl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11812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1.5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8044E">
        <w:rPr>
          <w:rFonts w:ascii="Times New Roman" w:hAnsi="Times New Roman"/>
          <w:bCs/>
          <w:sz w:val="26"/>
          <w:szCs w:val="26"/>
          <w:lang w:eastAsia="ru-RU"/>
        </w:rPr>
        <w:t xml:space="preserve">Регламент дополнить 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Приложение</w:t>
      </w:r>
      <w:r w:rsidR="0028044E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 xml:space="preserve"> №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 xml:space="preserve"> 4</w:t>
      </w:r>
      <w:r w:rsidR="00FA6AB0" w:rsidRPr="00FA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6AB0" w:rsidRPr="00FA6AB0">
        <w:rPr>
          <w:rFonts w:ascii="Times New Roman" w:hAnsi="Times New Roman"/>
          <w:bCs/>
          <w:sz w:val="26"/>
          <w:szCs w:val="26"/>
          <w:lang w:eastAsia="ru-RU"/>
        </w:rPr>
        <w:t>к административному регламенту   по пред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 xml:space="preserve">оставлению муниципальной услуги </w:t>
      </w:r>
      <w:r w:rsidR="00FA6AB0" w:rsidRPr="00FA6AB0">
        <w:rPr>
          <w:rFonts w:ascii="Times New Roman" w:hAnsi="Times New Roman"/>
          <w:bCs/>
          <w:sz w:val="26"/>
          <w:szCs w:val="26"/>
          <w:lang w:eastAsia="ru-RU"/>
        </w:rPr>
        <w:t>«Предоставление путевок детям в организации (учреждения) отдыха детей, расположенные на территории Забайкальского края»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816D75" w:rsidRDefault="00816D75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5D4C6C" w:rsidRPr="002F17D0" w:rsidRDefault="002F17D0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/>
          <w:bCs/>
          <w:sz w:val="26"/>
          <w:szCs w:val="26"/>
          <w:lang w:eastAsia="ru-RU"/>
        </w:rPr>
        <w:t>Категории детей, имеющих право на получение мест в организациях оздоровления и отдыха во внеочередном порядке: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5D4C6C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прокуроров</w:t>
      </w:r>
      <w:r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F17D0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сотрудников Следственного комитета Российской Федерации</w:t>
      </w:r>
      <w:r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F17D0" w:rsidRPr="002F17D0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судей</w:t>
      </w:r>
      <w:r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Pr="00816D75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816D75">
        <w:rPr>
          <w:rFonts w:ascii="Times New Roman" w:hAnsi="Times New Roman"/>
          <w:b/>
          <w:bCs/>
          <w:sz w:val="26"/>
          <w:szCs w:val="26"/>
          <w:lang w:eastAsia="ru-RU"/>
        </w:rPr>
        <w:t>Перечень категорий детей, имеющих право на получение мест в организациях оздоровления и отдыха в первоочередном порядке:</w:t>
      </w:r>
    </w:p>
    <w:p w:rsidR="0028044E" w:rsidRP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 xml:space="preserve">Дети сотрудников учреждений и органов уголовно-исполнительной системы </w:t>
      </w:r>
      <w:r w:rsidR="00280CCD" w:rsidRPr="00280CCD">
        <w:rPr>
          <w:rFonts w:ascii="Times New Roman" w:hAnsi="Times New Roman"/>
          <w:bCs/>
          <w:sz w:val="26"/>
          <w:szCs w:val="26"/>
          <w:lang w:eastAsia="ru-RU"/>
        </w:rPr>
        <w:t xml:space="preserve">Российской Федерации 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>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Дети сотрудников органов принудительного исполнения Российской Федерации&lt;*&gt;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Дети сотрудников органов федеральной противопожарной службы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75CE3">
        <w:rPr>
          <w:rFonts w:ascii="Times New Roman" w:hAnsi="Times New Roman"/>
          <w:bCs/>
          <w:sz w:val="26"/>
          <w:szCs w:val="26"/>
          <w:lang w:eastAsia="ru-RU"/>
        </w:rPr>
        <w:t>Государственной противопожарной службы 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Pr="00816D75" w:rsidRDefault="0028044E" w:rsidP="00311812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Дети сотрудников таможенных органов Российской Федерации 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lastRenderedPageBreak/>
        <w:t>&lt;*&gt; Места в летних оздоровительных лагерях независимо от формы собственности предоставляются: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1) детям сотрудника;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2) 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3) детям сотрудника, умершего вследствие заболевания, полученного в период прохождения службы в учреждениях и органах;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4)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 w:rsidRPr="0028044E">
        <w:rPr>
          <w:rFonts w:ascii="Times New Roman" w:hAnsi="Times New Roman"/>
          <w:bCs/>
          <w:sz w:val="26"/>
          <w:szCs w:val="26"/>
          <w:lang w:eastAsia="ru-RU"/>
        </w:rPr>
        <w:t>5) 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  <w:proofErr w:type="gramEnd"/>
    </w:p>
    <w:p w:rsidR="0028044E" w:rsidRPr="00816D75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 w:rsidRPr="0028044E">
        <w:rPr>
          <w:rFonts w:ascii="Times New Roman" w:hAnsi="Times New Roman"/>
          <w:bCs/>
          <w:sz w:val="26"/>
          <w:szCs w:val="26"/>
          <w:lang w:eastAsia="ru-RU"/>
        </w:rPr>
        <w:t>6) детям, находящимся (находившимся) на иждивении сотрудника, гражданина Российской Федерации, указанных в </w:t>
      </w:r>
      <w:hyperlink r:id="rId10" w:anchor="dst100108" w:history="1">
        <w:r w:rsidRPr="00816D75">
          <w:rPr>
            <w:rStyle w:val="a3"/>
            <w:rFonts w:ascii="Times New Roman" w:hAnsi="Times New Roman"/>
            <w:bCs/>
            <w:color w:val="auto"/>
            <w:sz w:val="26"/>
            <w:szCs w:val="26"/>
            <w:u w:val="none"/>
            <w:lang w:eastAsia="ru-RU"/>
          </w:rPr>
          <w:t>пунктах 1</w:t>
        </w:r>
      </w:hyperlink>
      <w:r w:rsidRPr="00816D75">
        <w:rPr>
          <w:rFonts w:ascii="Times New Roman" w:hAnsi="Times New Roman"/>
          <w:bCs/>
          <w:sz w:val="26"/>
          <w:szCs w:val="26"/>
          <w:lang w:eastAsia="ru-RU"/>
        </w:rPr>
        <w:t> - </w:t>
      </w:r>
      <w:hyperlink r:id="rId11" w:anchor="dst100112" w:history="1">
        <w:r w:rsidRPr="00816D75">
          <w:rPr>
            <w:rStyle w:val="a3"/>
            <w:rFonts w:ascii="Times New Roman" w:hAnsi="Times New Roman"/>
            <w:bCs/>
            <w:color w:val="auto"/>
            <w:sz w:val="26"/>
            <w:szCs w:val="26"/>
            <w:u w:val="none"/>
            <w:lang w:eastAsia="ru-RU"/>
          </w:rPr>
          <w:t>5</w:t>
        </w:r>
      </w:hyperlink>
      <w:r w:rsidRPr="00816D75">
        <w:rPr>
          <w:rFonts w:ascii="Times New Roman" w:hAnsi="Times New Roman"/>
          <w:bCs/>
          <w:sz w:val="26"/>
          <w:szCs w:val="26"/>
          <w:lang w:eastAsia="ru-RU"/>
        </w:rPr>
        <w:t>.</w:t>
      </w:r>
      <w:proofErr w:type="gramEnd"/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Pr="00975CE3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11812" w:rsidRPr="00311812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13"/>
      </w:tblGrid>
      <w:tr w:rsidR="00311812" w:rsidRPr="00311812">
        <w:trPr>
          <w:trHeight w:val="266"/>
        </w:trPr>
        <w:tc>
          <w:tcPr>
            <w:tcW w:w="8713" w:type="dxa"/>
          </w:tcPr>
          <w:p w:rsidR="00311812" w:rsidRPr="00311812" w:rsidRDefault="00311812" w:rsidP="0031181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11812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Pr="00C81D7F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311812" w:rsidRPr="00C81D7F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D07C8B"/>
    <w:multiLevelType w:val="hybridMultilevel"/>
    <w:tmpl w:val="8D36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CA7364"/>
    <w:multiLevelType w:val="hybridMultilevel"/>
    <w:tmpl w:val="5776D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18"/>
  </w:num>
  <w:num w:numId="5">
    <w:abstractNumId w:val="23"/>
  </w:num>
  <w:num w:numId="6">
    <w:abstractNumId w:val="19"/>
  </w:num>
  <w:num w:numId="7">
    <w:abstractNumId w:val="20"/>
  </w:num>
  <w:num w:numId="8">
    <w:abstractNumId w:val="17"/>
  </w:num>
  <w:num w:numId="9">
    <w:abstractNumId w:val="15"/>
  </w:num>
  <w:num w:numId="10">
    <w:abstractNumId w:val="9"/>
  </w:num>
  <w:num w:numId="11">
    <w:abstractNumId w:val="5"/>
  </w:num>
  <w:num w:numId="12">
    <w:abstractNumId w:val="26"/>
  </w:num>
  <w:num w:numId="13">
    <w:abstractNumId w:val="3"/>
  </w:num>
  <w:num w:numId="14">
    <w:abstractNumId w:val="21"/>
  </w:num>
  <w:num w:numId="15">
    <w:abstractNumId w:val="13"/>
  </w:num>
  <w:num w:numId="16">
    <w:abstractNumId w:val="8"/>
  </w:num>
  <w:num w:numId="17">
    <w:abstractNumId w:val="25"/>
  </w:num>
  <w:num w:numId="18">
    <w:abstractNumId w:val="22"/>
  </w:num>
  <w:num w:numId="19">
    <w:abstractNumId w:val="31"/>
  </w:num>
  <w:num w:numId="20">
    <w:abstractNumId w:val="10"/>
  </w:num>
  <w:num w:numId="21">
    <w:abstractNumId w:val="6"/>
  </w:num>
  <w:num w:numId="22">
    <w:abstractNumId w:val="30"/>
  </w:num>
  <w:num w:numId="23">
    <w:abstractNumId w:val="16"/>
  </w:num>
  <w:num w:numId="24">
    <w:abstractNumId w:val="14"/>
  </w:num>
  <w:num w:numId="25">
    <w:abstractNumId w:val="4"/>
  </w:num>
  <w:num w:numId="26">
    <w:abstractNumId w:val="7"/>
  </w:num>
  <w:num w:numId="27">
    <w:abstractNumId w:val="28"/>
  </w:num>
  <w:num w:numId="28">
    <w:abstractNumId w:val="0"/>
  </w:num>
  <w:num w:numId="29">
    <w:abstractNumId w:val="29"/>
  </w:num>
  <w:num w:numId="30">
    <w:abstractNumId w:val="24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4A"/>
    <w:rsid w:val="00001A9E"/>
    <w:rsid w:val="000039A9"/>
    <w:rsid w:val="000501E0"/>
    <w:rsid w:val="00053EC7"/>
    <w:rsid w:val="00064F9F"/>
    <w:rsid w:val="000D2C80"/>
    <w:rsid w:val="000E0FA6"/>
    <w:rsid w:val="000E46EF"/>
    <w:rsid w:val="000F2B6C"/>
    <w:rsid w:val="000F70CE"/>
    <w:rsid w:val="00143DF5"/>
    <w:rsid w:val="001442F0"/>
    <w:rsid w:val="00171F19"/>
    <w:rsid w:val="00174BB6"/>
    <w:rsid w:val="00181152"/>
    <w:rsid w:val="00185995"/>
    <w:rsid w:val="00190951"/>
    <w:rsid w:val="0019282D"/>
    <w:rsid w:val="001A0675"/>
    <w:rsid w:val="001A5DCE"/>
    <w:rsid w:val="001E3227"/>
    <w:rsid w:val="001F5421"/>
    <w:rsid w:val="002018D4"/>
    <w:rsid w:val="0022426B"/>
    <w:rsid w:val="00244488"/>
    <w:rsid w:val="00245890"/>
    <w:rsid w:val="0025214A"/>
    <w:rsid w:val="00260089"/>
    <w:rsid w:val="00274E48"/>
    <w:rsid w:val="00275637"/>
    <w:rsid w:val="0028044E"/>
    <w:rsid w:val="00280CCD"/>
    <w:rsid w:val="00292AEB"/>
    <w:rsid w:val="002A0303"/>
    <w:rsid w:val="002A13EF"/>
    <w:rsid w:val="002B223D"/>
    <w:rsid w:val="002B4EAE"/>
    <w:rsid w:val="002B7435"/>
    <w:rsid w:val="002C5AF5"/>
    <w:rsid w:val="002E0A39"/>
    <w:rsid w:val="002E2BE3"/>
    <w:rsid w:val="002F17D0"/>
    <w:rsid w:val="002F4AC5"/>
    <w:rsid w:val="00300643"/>
    <w:rsid w:val="00305AC3"/>
    <w:rsid w:val="00311812"/>
    <w:rsid w:val="00315079"/>
    <w:rsid w:val="00342EE6"/>
    <w:rsid w:val="00356DCD"/>
    <w:rsid w:val="003666DF"/>
    <w:rsid w:val="003726B6"/>
    <w:rsid w:val="00397706"/>
    <w:rsid w:val="003C4561"/>
    <w:rsid w:val="003D46B6"/>
    <w:rsid w:val="003E20C4"/>
    <w:rsid w:val="003E4F4B"/>
    <w:rsid w:val="003F1CC4"/>
    <w:rsid w:val="003F442E"/>
    <w:rsid w:val="003F64E1"/>
    <w:rsid w:val="004051C5"/>
    <w:rsid w:val="00414677"/>
    <w:rsid w:val="00415489"/>
    <w:rsid w:val="00415F70"/>
    <w:rsid w:val="004173AD"/>
    <w:rsid w:val="00422A2D"/>
    <w:rsid w:val="00437C27"/>
    <w:rsid w:val="00440AC8"/>
    <w:rsid w:val="00455A10"/>
    <w:rsid w:val="0046020C"/>
    <w:rsid w:val="00460585"/>
    <w:rsid w:val="004614A9"/>
    <w:rsid w:val="00462707"/>
    <w:rsid w:val="00486882"/>
    <w:rsid w:val="004A1C8C"/>
    <w:rsid w:val="004C01C3"/>
    <w:rsid w:val="004C01F9"/>
    <w:rsid w:val="004C61C6"/>
    <w:rsid w:val="004D1D14"/>
    <w:rsid w:val="004D6413"/>
    <w:rsid w:val="004F69FA"/>
    <w:rsid w:val="00502DA2"/>
    <w:rsid w:val="00504369"/>
    <w:rsid w:val="005071EF"/>
    <w:rsid w:val="005228C0"/>
    <w:rsid w:val="005236D9"/>
    <w:rsid w:val="0053728C"/>
    <w:rsid w:val="00565E26"/>
    <w:rsid w:val="00585F59"/>
    <w:rsid w:val="00586474"/>
    <w:rsid w:val="005972A4"/>
    <w:rsid w:val="005A528E"/>
    <w:rsid w:val="005A740D"/>
    <w:rsid w:val="005D4C6C"/>
    <w:rsid w:val="005E1C7B"/>
    <w:rsid w:val="005E5AC0"/>
    <w:rsid w:val="005E7F18"/>
    <w:rsid w:val="00625B77"/>
    <w:rsid w:val="00627D8E"/>
    <w:rsid w:val="00645DF9"/>
    <w:rsid w:val="00656667"/>
    <w:rsid w:val="00672C62"/>
    <w:rsid w:val="00687B1D"/>
    <w:rsid w:val="006A5090"/>
    <w:rsid w:val="006A7769"/>
    <w:rsid w:val="006F76E9"/>
    <w:rsid w:val="0070385A"/>
    <w:rsid w:val="007212BB"/>
    <w:rsid w:val="0072469E"/>
    <w:rsid w:val="007250ED"/>
    <w:rsid w:val="007561D4"/>
    <w:rsid w:val="00776073"/>
    <w:rsid w:val="00781524"/>
    <w:rsid w:val="0078792D"/>
    <w:rsid w:val="00794FFE"/>
    <w:rsid w:val="007964AB"/>
    <w:rsid w:val="007A45F3"/>
    <w:rsid w:val="007A5599"/>
    <w:rsid w:val="007B2211"/>
    <w:rsid w:val="007B5951"/>
    <w:rsid w:val="007B61C9"/>
    <w:rsid w:val="007E0524"/>
    <w:rsid w:val="007E07A9"/>
    <w:rsid w:val="00814C1F"/>
    <w:rsid w:val="00816D75"/>
    <w:rsid w:val="0082643C"/>
    <w:rsid w:val="00827F2E"/>
    <w:rsid w:val="00834A0E"/>
    <w:rsid w:val="0083516D"/>
    <w:rsid w:val="00840F3E"/>
    <w:rsid w:val="00845A39"/>
    <w:rsid w:val="00872369"/>
    <w:rsid w:val="0089119E"/>
    <w:rsid w:val="008A0F9B"/>
    <w:rsid w:val="008C6605"/>
    <w:rsid w:val="008D11BA"/>
    <w:rsid w:val="009247A7"/>
    <w:rsid w:val="00925987"/>
    <w:rsid w:val="00945BD6"/>
    <w:rsid w:val="00947321"/>
    <w:rsid w:val="0095056C"/>
    <w:rsid w:val="00950D78"/>
    <w:rsid w:val="0095342A"/>
    <w:rsid w:val="00964301"/>
    <w:rsid w:val="00975CE3"/>
    <w:rsid w:val="009939F7"/>
    <w:rsid w:val="009A4320"/>
    <w:rsid w:val="009B0FC7"/>
    <w:rsid w:val="009C4A35"/>
    <w:rsid w:val="009C4D5E"/>
    <w:rsid w:val="009D5924"/>
    <w:rsid w:val="009E3F96"/>
    <w:rsid w:val="009F11F4"/>
    <w:rsid w:val="009F38E9"/>
    <w:rsid w:val="00A00D4C"/>
    <w:rsid w:val="00A106CF"/>
    <w:rsid w:val="00A15F63"/>
    <w:rsid w:val="00A36B94"/>
    <w:rsid w:val="00A41A8C"/>
    <w:rsid w:val="00A43A51"/>
    <w:rsid w:val="00A47408"/>
    <w:rsid w:val="00A5023D"/>
    <w:rsid w:val="00A6056E"/>
    <w:rsid w:val="00A64B93"/>
    <w:rsid w:val="00A714EB"/>
    <w:rsid w:val="00A93B16"/>
    <w:rsid w:val="00A94C25"/>
    <w:rsid w:val="00A97874"/>
    <w:rsid w:val="00A97A88"/>
    <w:rsid w:val="00AA55FA"/>
    <w:rsid w:val="00AB5332"/>
    <w:rsid w:val="00AF648B"/>
    <w:rsid w:val="00B147CB"/>
    <w:rsid w:val="00B1618C"/>
    <w:rsid w:val="00B164E2"/>
    <w:rsid w:val="00B36ABD"/>
    <w:rsid w:val="00B41E9C"/>
    <w:rsid w:val="00B54315"/>
    <w:rsid w:val="00B54486"/>
    <w:rsid w:val="00B7490F"/>
    <w:rsid w:val="00BD4DB9"/>
    <w:rsid w:val="00BD7C9D"/>
    <w:rsid w:val="00BE3554"/>
    <w:rsid w:val="00BF03F8"/>
    <w:rsid w:val="00BF4EA2"/>
    <w:rsid w:val="00BF51B1"/>
    <w:rsid w:val="00C202C0"/>
    <w:rsid w:val="00C350E4"/>
    <w:rsid w:val="00C3638F"/>
    <w:rsid w:val="00C409AD"/>
    <w:rsid w:val="00C514A3"/>
    <w:rsid w:val="00C70596"/>
    <w:rsid w:val="00C81D7F"/>
    <w:rsid w:val="00C86772"/>
    <w:rsid w:val="00C92A6E"/>
    <w:rsid w:val="00CA36D4"/>
    <w:rsid w:val="00CA5C3F"/>
    <w:rsid w:val="00CB56A4"/>
    <w:rsid w:val="00CC36F4"/>
    <w:rsid w:val="00CC70AB"/>
    <w:rsid w:val="00CD412D"/>
    <w:rsid w:val="00CD678F"/>
    <w:rsid w:val="00CE360D"/>
    <w:rsid w:val="00CF2694"/>
    <w:rsid w:val="00CF5186"/>
    <w:rsid w:val="00CF693B"/>
    <w:rsid w:val="00D03309"/>
    <w:rsid w:val="00D0541F"/>
    <w:rsid w:val="00D20E77"/>
    <w:rsid w:val="00D44C25"/>
    <w:rsid w:val="00D52777"/>
    <w:rsid w:val="00D52AD3"/>
    <w:rsid w:val="00D54D2D"/>
    <w:rsid w:val="00D62F04"/>
    <w:rsid w:val="00D66BC0"/>
    <w:rsid w:val="00D84349"/>
    <w:rsid w:val="00D85167"/>
    <w:rsid w:val="00D910A4"/>
    <w:rsid w:val="00DA2C3E"/>
    <w:rsid w:val="00DC0880"/>
    <w:rsid w:val="00DC66DE"/>
    <w:rsid w:val="00DE0A52"/>
    <w:rsid w:val="00DF157D"/>
    <w:rsid w:val="00E14F65"/>
    <w:rsid w:val="00E42DBF"/>
    <w:rsid w:val="00E5234A"/>
    <w:rsid w:val="00E542DE"/>
    <w:rsid w:val="00E73C55"/>
    <w:rsid w:val="00EA0F5B"/>
    <w:rsid w:val="00EB1214"/>
    <w:rsid w:val="00EB3A5A"/>
    <w:rsid w:val="00EC0F39"/>
    <w:rsid w:val="00EC5733"/>
    <w:rsid w:val="00ED176F"/>
    <w:rsid w:val="00ED4475"/>
    <w:rsid w:val="00ED46CD"/>
    <w:rsid w:val="00EE2902"/>
    <w:rsid w:val="00EE70A7"/>
    <w:rsid w:val="00EE72C1"/>
    <w:rsid w:val="00F12AE9"/>
    <w:rsid w:val="00F2652D"/>
    <w:rsid w:val="00F51F46"/>
    <w:rsid w:val="00F60264"/>
    <w:rsid w:val="00F757A4"/>
    <w:rsid w:val="00F76BFE"/>
    <w:rsid w:val="00F80CEF"/>
    <w:rsid w:val="00FA1313"/>
    <w:rsid w:val="00FA6AB0"/>
    <w:rsid w:val="00FA7658"/>
    <w:rsid w:val="00FB6605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9">
    <w:name w:val="s_9"/>
    <w:basedOn w:val="a"/>
    <w:rsid w:val="0017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A5023D"/>
    <w:rPr>
      <w:rFonts w:asciiTheme="minorHAnsi" w:hAnsiTheme="minorHAnsi" w:cs="Times New Roman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9">
    <w:name w:val="s_9"/>
    <w:basedOn w:val="a"/>
    <w:rsid w:val="0017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A5023D"/>
    <w:rPr>
      <w:rFonts w:asciiTheme="minorHAnsi" w:hAnsiTheme="minorHAnsi" w:cs="Times New Roman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52915/14a56919f89597ecc5381b38cebb9cd0df376dec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452915/14a56919f89597ecc5381b38cebb9cd0df376dec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DB4CC71F9A556EE0857929E22F340CC3BECAC5113FCE3F302B6EEC83C5E345F30C6E540FB731756F74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0A51-3583-4173-8B12-04ED3D6C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1</TotalTime>
  <Pages>4</Pages>
  <Words>775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7090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Елена Александровна Боярская</cp:lastModifiedBy>
  <cp:revision>4</cp:revision>
  <cp:lastPrinted>2019-04-01T04:12:00Z</cp:lastPrinted>
  <dcterms:created xsi:type="dcterms:W3CDTF">2025-04-07T01:59:00Z</dcterms:created>
  <dcterms:modified xsi:type="dcterms:W3CDTF">2025-04-16T07:40:00Z</dcterms:modified>
</cp:coreProperties>
</file>