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3C" w:rsidRDefault="001C573C" w:rsidP="00C60424">
      <w:pPr>
        <w:pStyle w:val="Title"/>
        <w:ind w:right="-285" w:firstLine="0"/>
        <w:rPr>
          <w:kern w:val="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Shil_grb" style="width:63.75pt;height:73.5pt;visibility:visible">
            <v:imagedata r:id="rId7" o:title=""/>
          </v:shape>
        </w:pict>
      </w:r>
    </w:p>
    <w:p w:rsidR="001C573C" w:rsidRPr="00F63AAC" w:rsidRDefault="001C573C" w:rsidP="00C60424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 w:rsidRPr="00F63AAC"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1C573C" w:rsidRPr="00F63AAC" w:rsidRDefault="001C573C" w:rsidP="00C60424">
      <w:pPr>
        <w:pStyle w:val="Title"/>
        <w:ind w:left="-567" w:right="-285" w:firstLine="1135"/>
        <w:rPr>
          <w:rFonts w:ascii="Times New Roman" w:hAnsi="Times New Roman" w:cs="Times New Roman"/>
          <w:kern w:val="0"/>
          <w:sz w:val="28"/>
          <w:szCs w:val="28"/>
        </w:rPr>
      </w:pPr>
      <w:r w:rsidRPr="00F63AAC">
        <w:rPr>
          <w:rFonts w:ascii="Times New Roman" w:hAnsi="Times New Roman" w:cs="Times New Roman"/>
          <w:kern w:val="0"/>
          <w:sz w:val="28"/>
          <w:szCs w:val="28"/>
        </w:rPr>
        <w:t xml:space="preserve">   РЕШЕНИЕ</w:t>
      </w:r>
    </w:p>
    <w:p w:rsidR="001C573C" w:rsidRPr="00F63AAC" w:rsidRDefault="001C573C" w:rsidP="00C60424">
      <w:pPr>
        <w:autoSpaceDE w:val="0"/>
        <w:autoSpaceDN w:val="0"/>
        <w:adjustRightInd w:val="0"/>
        <w:ind w:left="-567" w:right="-28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573C" w:rsidRPr="00F63AAC" w:rsidRDefault="001C573C" w:rsidP="00C60424">
      <w:pPr>
        <w:autoSpaceDE w:val="0"/>
        <w:autoSpaceDN w:val="0"/>
        <w:adjustRightInd w:val="0"/>
        <w:ind w:right="56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  14</w:t>
      </w:r>
      <w:r w:rsidRPr="00F63AA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апреля</w:t>
      </w:r>
      <w:r w:rsidRPr="00F63AAC">
        <w:rPr>
          <w:rFonts w:ascii="Times New Roman" w:hAnsi="Times New Roman" w:cs="Times New Roman"/>
          <w:bCs/>
          <w:sz w:val="28"/>
          <w:szCs w:val="28"/>
        </w:rPr>
        <w:t xml:space="preserve">  2016  года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Pr="00F63AAC">
        <w:rPr>
          <w:rFonts w:ascii="Times New Roman" w:hAnsi="Times New Roman" w:cs="Times New Roman"/>
          <w:bCs/>
          <w:sz w:val="28"/>
          <w:szCs w:val="28"/>
        </w:rPr>
        <w:t xml:space="preserve"> №  </w:t>
      </w:r>
    </w:p>
    <w:p w:rsidR="001C573C" w:rsidRPr="00F63AAC" w:rsidRDefault="001C573C" w:rsidP="00C60424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AAC">
        <w:rPr>
          <w:rFonts w:ascii="Times New Roman" w:hAnsi="Times New Roman" w:cs="Times New Roman"/>
          <w:sz w:val="28"/>
          <w:szCs w:val="28"/>
        </w:rPr>
        <w:t>г. Шилка</w:t>
      </w:r>
    </w:p>
    <w:p w:rsidR="001C573C" w:rsidRPr="00F63AAC" w:rsidRDefault="001C573C" w:rsidP="00C604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573C" w:rsidRPr="00F63AAC" w:rsidRDefault="001C573C" w:rsidP="00F63AAC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Times New Roman" w:hAnsi="Times New Roman" w:cs="Times New Roman"/>
          <w:sz w:val="28"/>
          <w:szCs w:val="28"/>
        </w:rPr>
      </w:pPr>
      <w:r w:rsidRPr="00F63AAC">
        <w:rPr>
          <w:rFonts w:ascii="Times New Roman" w:hAnsi="Times New Roman" w:cs="Times New Roman"/>
          <w:sz w:val="28"/>
          <w:szCs w:val="28"/>
        </w:rPr>
        <w:t>О согласовании  финансовых средств, предусмотренных Администрацией муниципального района «Шилкинский район» на текущее содержание автомобильных дорог общего пользования местного значения на 2016 год</w:t>
      </w:r>
    </w:p>
    <w:p w:rsidR="001C573C" w:rsidRPr="00F63AAC" w:rsidRDefault="001C573C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Times New Roman" w:hAnsi="Times New Roman" w:cs="Times New Roman"/>
          <w:sz w:val="28"/>
          <w:szCs w:val="28"/>
        </w:rPr>
      </w:pPr>
    </w:p>
    <w:p w:rsidR="001C573C" w:rsidRPr="00F63AAC" w:rsidRDefault="001C573C" w:rsidP="00C36684">
      <w:pPr>
        <w:pStyle w:val="1"/>
        <w:shd w:val="clear" w:color="auto" w:fill="auto"/>
        <w:spacing w:before="0" w:after="0" w:line="322" w:lineRule="exact"/>
        <w:ind w:left="-284" w:right="422" w:firstLine="1247"/>
        <w:jc w:val="both"/>
        <w:rPr>
          <w:rFonts w:ascii="Times New Roman" w:hAnsi="Times New Roman" w:cs="Times New Roman"/>
          <w:sz w:val="28"/>
          <w:szCs w:val="28"/>
        </w:rPr>
      </w:pPr>
      <w:r w:rsidRPr="00F63AAC">
        <w:rPr>
          <w:rFonts w:ascii="Times New Roman" w:hAnsi="Times New Roman" w:cs="Times New Roman"/>
          <w:sz w:val="28"/>
          <w:szCs w:val="28"/>
        </w:rPr>
        <w:t xml:space="preserve">Рассмотрев отношение Главы муниципального района Пляскина Д.А. о согласовании финансовых средств, предусмотренных на текущее содержание автомобильных дорог общего пользования местного значения, находящихся в оперативном управлении Управления инвестиционной политики и развития инфраструктуры муниципального района «Шилкинский район», на 2016 год, Совет муниципального района </w:t>
      </w:r>
      <w:r w:rsidRPr="00F63AAC">
        <w:rPr>
          <w:rStyle w:val="3-1pt"/>
          <w:rFonts w:ascii="Times New Roman" w:hAnsi="Times New Roman"/>
          <w:sz w:val="28"/>
          <w:szCs w:val="28"/>
        </w:rPr>
        <w:t>решил:</w:t>
      </w:r>
    </w:p>
    <w:p w:rsidR="001C573C" w:rsidRPr="00F63AAC" w:rsidRDefault="001C573C" w:rsidP="00C36684">
      <w:pPr>
        <w:pStyle w:val="1"/>
        <w:shd w:val="clear" w:color="auto" w:fill="auto"/>
        <w:spacing w:before="0" w:after="0" w:line="322" w:lineRule="exact"/>
        <w:ind w:left="-284" w:right="422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F63AAC">
        <w:rPr>
          <w:rFonts w:ascii="Times New Roman" w:hAnsi="Times New Roman" w:cs="Times New Roman"/>
          <w:sz w:val="28"/>
          <w:szCs w:val="28"/>
        </w:rPr>
        <w:t>Согласовать  финансовые средства, предусмотренные Администрацией муниципального района «Шилкинский район» на текущее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на 2016 год и искусственных сооружений на них,</w:t>
      </w:r>
      <w:r w:rsidRPr="00F63AAC">
        <w:rPr>
          <w:rFonts w:ascii="Times New Roman" w:hAnsi="Times New Roman" w:cs="Times New Roman"/>
          <w:sz w:val="28"/>
          <w:szCs w:val="28"/>
        </w:rPr>
        <w:t xml:space="preserve"> в сумме  </w:t>
      </w:r>
      <w:r>
        <w:rPr>
          <w:rFonts w:ascii="Times New Roman" w:hAnsi="Times New Roman" w:cs="Times New Roman"/>
          <w:sz w:val="28"/>
          <w:szCs w:val="28"/>
        </w:rPr>
        <w:t>6 415 340,0</w:t>
      </w:r>
      <w:r w:rsidRPr="00F63AA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63AAC">
        <w:rPr>
          <w:rFonts w:ascii="Times New Roman" w:hAnsi="Times New Roman" w:cs="Times New Roman"/>
          <w:sz w:val="28"/>
          <w:szCs w:val="28"/>
        </w:rPr>
        <w:t>рублей</w:t>
      </w:r>
      <w:bookmarkStart w:id="0" w:name="_GoBack"/>
      <w:bookmarkEnd w:id="0"/>
      <w:r w:rsidRPr="00F63AAC">
        <w:rPr>
          <w:rFonts w:ascii="Times New Roman" w:hAnsi="Times New Roman" w:cs="Times New Roman"/>
          <w:sz w:val="28"/>
          <w:szCs w:val="28"/>
        </w:rPr>
        <w:t>:</w:t>
      </w:r>
    </w:p>
    <w:p w:rsidR="001C573C" w:rsidRDefault="001C573C" w:rsidP="00F63AAC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right="4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дороги муниципального значения - подъезд к городу Шилка от федеральной трассы «Амур» Чита – Хабаровск – 4 366 512,0 рублей (ремонт </w:t>
      </w:r>
      <w:smartTag w:uri="urn:schemas-microsoft-com:office:smarttags" w:element="metricconverter">
        <w:smartTagPr>
          <w:attr w:name="ProductID" w:val="2,66 км"/>
        </w:smartTagPr>
        <w:r>
          <w:rPr>
            <w:rFonts w:ascii="Times New Roman" w:hAnsi="Times New Roman" w:cs="Times New Roman"/>
            <w:sz w:val="28"/>
            <w:szCs w:val="28"/>
          </w:rPr>
          <w:t>2,66 км</w:t>
        </w:r>
      </w:smartTag>
      <w:r>
        <w:rPr>
          <w:rFonts w:ascii="Times New Roman" w:hAnsi="Times New Roman" w:cs="Times New Roman"/>
          <w:sz w:val="28"/>
          <w:szCs w:val="28"/>
        </w:rPr>
        <w:t>.);</w:t>
      </w:r>
    </w:p>
    <w:p w:rsidR="001C573C" w:rsidRDefault="001C573C" w:rsidP="00F63AAC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right="4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площади культурного центра в г.Шилка, ул. Ленина, д.49 – 1 179 847,0 рублей;</w:t>
      </w:r>
    </w:p>
    <w:p w:rsidR="001C573C" w:rsidRDefault="001C573C" w:rsidP="00F63AAC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right="4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Софинансирование мероприятий из средств дорожного фонда Забайкальского края по ремонту водопропускных труб на муниципальных дорогах, подъезд к с. Золотухино и подъезд к. с. Усть-Ножовое в сумме – 175 997,0 рублей;</w:t>
      </w:r>
    </w:p>
    <w:p w:rsidR="001C573C" w:rsidRDefault="001C573C" w:rsidP="00F63AAC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right="4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дорог в сельском поселении «Галкинское» - 692 984., рубля.</w:t>
      </w:r>
    </w:p>
    <w:p w:rsidR="001C573C" w:rsidRDefault="001C573C" w:rsidP="00684350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rFonts w:ascii="Times New Roman" w:hAnsi="Times New Roman" w:cs="Times New Roman"/>
          <w:sz w:val="28"/>
          <w:szCs w:val="28"/>
        </w:rPr>
      </w:pPr>
    </w:p>
    <w:p w:rsidR="001C573C" w:rsidRDefault="001C573C" w:rsidP="00684350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C573C" w:rsidRPr="00F63AAC" w:rsidRDefault="001C573C" w:rsidP="00684350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Н.В. Бородин </w:t>
      </w:r>
    </w:p>
    <w:sectPr w:rsidR="001C573C" w:rsidRPr="00F63AAC" w:rsidSect="00684350">
      <w:type w:val="continuous"/>
      <w:pgSz w:w="11905" w:h="16837"/>
      <w:pgMar w:top="1134" w:right="238" w:bottom="1134" w:left="188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73C" w:rsidRDefault="001C573C">
      <w:r>
        <w:separator/>
      </w:r>
    </w:p>
  </w:endnote>
  <w:endnote w:type="continuationSeparator" w:id="0">
    <w:p w:rsidR="001C573C" w:rsidRDefault="001C5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73C" w:rsidRDefault="001C573C"/>
  </w:footnote>
  <w:footnote w:type="continuationSeparator" w:id="0">
    <w:p w:rsidR="001C573C" w:rsidRDefault="001C573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20154"/>
    <w:multiLevelType w:val="hybridMultilevel"/>
    <w:tmpl w:val="3DCE7CAA"/>
    <w:lvl w:ilvl="0" w:tplc="4894E866">
      <w:start w:val="1"/>
      <w:numFmt w:val="decimal"/>
      <w:lvlText w:val="%1."/>
      <w:lvlJc w:val="left"/>
      <w:pPr>
        <w:tabs>
          <w:tab w:val="num" w:pos="91"/>
        </w:tabs>
        <w:ind w:left="91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">
    <w:nsid w:val="31C6244E"/>
    <w:multiLevelType w:val="multilevel"/>
    <w:tmpl w:val="1D1E72FA"/>
    <w:lvl w:ilvl="0">
      <w:start w:val="1"/>
      <w:numFmt w:val="decimal"/>
      <w:lvlText w:val="%1."/>
      <w:lvlJc w:val="left"/>
      <w:rPr>
        <w:rFonts w:ascii="Trebuchet MS" w:eastAsia="Times New Roman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3C8"/>
    <w:rsid w:val="00014353"/>
    <w:rsid w:val="0005672D"/>
    <w:rsid w:val="000D0CF6"/>
    <w:rsid w:val="001C573C"/>
    <w:rsid w:val="002310BE"/>
    <w:rsid w:val="00246F79"/>
    <w:rsid w:val="003C09D5"/>
    <w:rsid w:val="003E4BC8"/>
    <w:rsid w:val="004E1539"/>
    <w:rsid w:val="005325CD"/>
    <w:rsid w:val="00622B97"/>
    <w:rsid w:val="00684350"/>
    <w:rsid w:val="007923C8"/>
    <w:rsid w:val="008600E6"/>
    <w:rsid w:val="00890A35"/>
    <w:rsid w:val="00900D72"/>
    <w:rsid w:val="00906D73"/>
    <w:rsid w:val="009453BA"/>
    <w:rsid w:val="00AF3FB9"/>
    <w:rsid w:val="00AF4C5C"/>
    <w:rsid w:val="00B837D7"/>
    <w:rsid w:val="00C36684"/>
    <w:rsid w:val="00C60424"/>
    <w:rsid w:val="00CA275C"/>
    <w:rsid w:val="00CB60B7"/>
    <w:rsid w:val="00E23BEA"/>
    <w:rsid w:val="00E46DF5"/>
    <w:rsid w:val="00F21A64"/>
    <w:rsid w:val="00F63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D72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00D72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900D72"/>
    <w:rPr>
      <w:rFonts w:cs="Times New Roman"/>
      <w:spacing w:val="0"/>
      <w:sz w:val="27"/>
      <w:szCs w:val="27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900D72"/>
    <w:rPr>
      <w:rFonts w:ascii="Times New Roman" w:hAnsi="Times New Roman" w:cs="Times New Roman"/>
      <w:spacing w:val="1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900D72"/>
    <w:rPr>
      <w:rFonts w:cs="Times New Roman"/>
      <w:spacing w:val="0"/>
      <w:sz w:val="27"/>
      <w:szCs w:val="27"/>
    </w:rPr>
  </w:style>
  <w:style w:type="character" w:customStyle="1" w:styleId="3-1pt">
    <w:name w:val="Основной текст (3) + Интервал -1 pt"/>
    <w:basedOn w:val="3"/>
    <w:uiPriority w:val="99"/>
    <w:rsid w:val="00900D72"/>
    <w:rPr>
      <w:spacing w:val="-20"/>
    </w:rPr>
  </w:style>
  <w:style w:type="character" w:customStyle="1" w:styleId="TrebuchetMS">
    <w:name w:val="Основной текст + Trebuchet MS"/>
    <w:aliases w:val="9,5 pt"/>
    <w:basedOn w:val="a"/>
    <w:uiPriority w:val="99"/>
    <w:rsid w:val="00900D72"/>
    <w:rPr>
      <w:rFonts w:ascii="Trebuchet MS" w:hAnsi="Trebuchet MS" w:cs="Trebuchet MS"/>
      <w:sz w:val="19"/>
      <w:szCs w:val="19"/>
    </w:rPr>
  </w:style>
  <w:style w:type="paragraph" w:customStyle="1" w:styleId="1">
    <w:name w:val="Основной текст1"/>
    <w:basedOn w:val="Normal"/>
    <w:link w:val="a"/>
    <w:uiPriority w:val="99"/>
    <w:rsid w:val="00900D72"/>
    <w:pPr>
      <w:shd w:val="clear" w:color="auto" w:fill="FFFFFF"/>
      <w:spacing w:before="480" w:after="480" w:line="240" w:lineRule="atLeast"/>
    </w:pPr>
    <w:rPr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900D72"/>
    <w:pPr>
      <w:shd w:val="clear" w:color="auto" w:fill="FFFFFF"/>
      <w:spacing w:after="360" w:line="240" w:lineRule="atLeast"/>
    </w:pPr>
    <w:rPr>
      <w:rFonts w:ascii="Times New Roman" w:hAnsi="Times New Roman" w:cs="Times New Roman"/>
      <w:spacing w:val="10"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900D72"/>
    <w:pPr>
      <w:shd w:val="clear" w:color="auto" w:fill="FFFFFF"/>
      <w:spacing w:before="360" w:after="60" w:line="240" w:lineRule="atLeast"/>
      <w:jc w:val="both"/>
    </w:pPr>
    <w:rPr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E46D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6DF5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Normal"/>
    <w:uiPriority w:val="99"/>
    <w:rsid w:val="00C60424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4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347</TotalTime>
  <Pages>1</Pages>
  <Words>244</Words>
  <Characters>1395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UserXP</cp:lastModifiedBy>
  <cp:revision>11</cp:revision>
  <cp:lastPrinted>2016-04-11T06:28:00Z</cp:lastPrinted>
  <dcterms:created xsi:type="dcterms:W3CDTF">2015-12-07T06:36:00Z</dcterms:created>
  <dcterms:modified xsi:type="dcterms:W3CDTF">2016-04-11T12:52:00Z</dcterms:modified>
</cp:coreProperties>
</file>